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0A64C281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6A1BFBFE" w14:textId="204F51F0" w:rsidR="006C1BBB" w:rsidRPr="00307A0C" w:rsidRDefault="00864989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RA-0</w:t>
            </w:r>
            <w:r w:rsidR="00AF6D06">
              <w:rPr>
                <w:rFonts w:asciiTheme="minorHAnsi" w:hAnsiTheme="minorHAnsi" w:cstheme="minorHAnsi"/>
                <w:b/>
              </w:rPr>
              <w:t>17</w:t>
            </w:r>
            <w:r w:rsidR="00E71448">
              <w:rPr>
                <w:rFonts w:asciiTheme="minorHAnsi" w:hAnsiTheme="minorHAnsi" w:cstheme="minorHAnsi"/>
                <w:b/>
              </w:rPr>
              <w:t xml:space="preserve"> RISK ASSESSMENT 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E9F33F0" w14:textId="35AF2999" w:rsidR="006C1BBB" w:rsidRPr="00703F67" w:rsidRDefault="00703F67" w:rsidP="0086498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03F67">
              <w:rPr>
                <w:rFonts w:ascii="Calibri" w:hAnsi="Calibri" w:cs="Calibri"/>
                <w:b/>
                <w:bCs/>
                <w:sz w:val="22"/>
                <w:szCs w:val="22"/>
              </w:rPr>
              <w:t>COVID-19 &amp; SITE WORKING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4C9850E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4B86BE77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68689C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025FA87A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2ACF115C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64D9C36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11291943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70BADB94" w14:textId="1E072AC6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2C9C785E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0B45C54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EAD294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24155A6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623980B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30D181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8624276" w14:textId="1400A574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5F23D18E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09C27D47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054CB91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6B64F52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1B1DBE8C" w14:textId="0AF7172D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 xml:space="preserve">All </w:t>
            </w:r>
            <w:r w:rsidR="00703F67">
              <w:rPr>
                <w:rFonts w:asciiTheme="minorHAnsi" w:hAnsiTheme="minorHAnsi" w:cstheme="minorHAnsi"/>
              </w:rPr>
              <w:t>S</w:t>
            </w:r>
            <w:r w:rsidRPr="00307A0C">
              <w:rPr>
                <w:rFonts w:asciiTheme="minorHAnsi" w:hAnsiTheme="minorHAnsi" w:cstheme="minorHAnsi"/>
              </w:rPr>
              <w:t xml:space="preserve">ite </w:t>
            </w:r>
            <w:r w:rsidR="00703F67">
              <w:rPr>
                <w:rFonts w:asciiTheme="minorHAnsi" w:hAnsiTheme="minorHAnsi" w:cstheme="minorHAnsi"/>
              </w:rPr>
              <w:t>S</w:t>
            </w:r>
            <w:r w:rsidRPr="00307A0C">
              <w:rPr>
                <w:rFonts w:asciiTheme="minorHAnsi" w:hAnsiTheme="minorHAnsi" w:cstheme="minorHAnsi"/>
              </w:rPr>
              <w:t>taff and Project Managers</w:t>
            </w:r>
          </w:p>
        </w:tc>
      </w:tr>
    </w:tbl>
    <w:p w14:paraId="7C2B2679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1E6FF3C2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47E7206F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04F0D3D5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08D41CB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4C5D680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366C911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7E06C9D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657A169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17C0B463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56D4E92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4102011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25FB4B40" w14:textId="53825D93" w:rsidR="00F82DC1" w:rsidRDefault="00F82DC1">
      <w:pPr>
        <w:pStyle w:val="CommentText"/>
        <w:rPr>
          <w:rFonts w:asciiTheme="minorHAnsi" w:hAnsiTheme="minorHAnsi" w:cstheme="minorHAnsi"/>
          <w:b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3117E4" w:rsidRPr="00307A0C" w14:paraId="5541CAC7" w14:textId="77777777" w:rsidTr="009B135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2AAFA7A8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36799844"/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FBF9ED7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53D6A88" w14:textId="77777777" w:rsidR="003117E4" w:rsidRPr="00277E03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02CC7BD" w14:textId="77777777" w:rsidR="003117E4" w:rsidRPr="00277E03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50F75974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3C2F8F09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078F109C" w14:textId="77777777" w:rsidR="003117E4" w:rsidRPr="00307A0C" w:rsidRDefault="003117E4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167CD6F7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E4F6E3D" w14:textId="77777777" w:rsidR="003117E4" w:rsidRPr="00307A0C" w:rsidRDefault="003117E4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844EFF4" w14:textId="77777777" w:rsidR="003117E4" w:rsidRPr="00307A0C" w:rsidRDefault="003117E4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67B63CA7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3117E4" w:rsidRPr="00307A0C" w14:paraId="4F78A6DE" w14:textId="77777777" w:rsidTr="009B135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580D14A6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8DE14C7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4ACFBC0E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E6E53E8" w14:textId="77777777" w:rsidR="003117E4" w:rsidRPr="00307A0C" w:rsidRDefault="003117E4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0995B790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4FAFBF57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244C5701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FB29882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1917038" w14:textId="77777777" w:rsidR="003117E4" w:rsidRPr="00307A0C" w:rsidRDefault="003117E4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38AE8A3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30B9C50" w14:textId="77777777" w:rsidR="003117E4" w:rsidRPr="00307A0C" w:rsidRDefault="003117E4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A60BBD" w:rsidRPr="00C458C3" w14:paraId="0587444B" w14:textId="77777777" w:rsidTr="009B1358">
        <w:trPr>
          <w:cantSplit/>
          <w:jc w:val="center"/>
        </w:trPr>
        <w:tc>
          <w:tcPr>
            <w:tcW w:w="1982" w:type="dxa"/>
          </w:tcPr>
          <w:p w14:paraId="4C276914" w14:textId="077906D9" w:rsidR="00A60BBD" w:rsidRPr="00EA31C0" w:rsidRDefault="00745488" w:rsidP="00A60BBD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EA31C0">
              <w:rPr>
                <w:rFonts w:asciiTheme="minorHAnsi" w:hAnsiTheme="minorHAnsi" w:cstheme="minorHAnsi"/>
                <w:b/>
                <w:bCs/>
                <w:lang w:eastAsia="en-GB"/>
              </w:rPr>
              <w:t>TRAVEL TO SITE</w:t>
            </w:r>
          </w:p>
          <w:p w14:paraId="62A66B83" w14:textId="654A1DF5" w:rsidR="00A60BBD" w:rsidRPr="00EA31C0" w:rsidRDefault="00745488" w:rsidP="00A60BBD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EA31C0">
              <w:rPr>
                <w:rFonts w:asciiTheme="minorHAnsi" w:hAnsiTheme="minorHAnsi" w:cstheme="minorHAnsi"/>
                <w:b/>
                <w:bCs/>
                <w:lang w:eastAsia="en-GB"/>
              </w:rPr>
              <w:t>PUBLIC TRANSPORT</w:t>
            </w:r>
          </w:p>
        </w:tc>
        <w:tc>
          <w:tcPr>
            <w:tcW w:w="1991" w:type="dxa"/>
          </w:tcPr>
          <w:p w14:paraId="06CA8E38" w14:textId="4A6D3704" w:rsidR="00A60BBD" w:rsidRPr="00EA31C0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  <w:r w:rsidRPr="00EA31C0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5AE46141" w14:textId="0673DB6D" w:rsidR="00A60BBD" w:rsidRPr="00EA31C0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19D49E1" w14:textId="26AA24A7" w:rsidR="00A60BBD" w:rsidRPr="00EA31C0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  <w:r w:rsidRPr="00EA31C0">
              <w:rPr>
                <w:rFonts w:asciiTheme="minorHAnsi" w:hAnsiTheme="minorHAnsi" w:cstheme="minorHAnsi"/>
                <w:b/>
                <w:bCs/>
              </w:rPr>
              <w:t>Direct contact with a person whilst they are infectious</w:t>
            </w:r>
          </w:p>
          <w:p w14:paraId="6830B4B8" w14:textId="77777777" w:rsidR="00A60BBD" w:rsidRPr="00EA31C0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5B58BC9" w14:textId="655E34C5" w:rsidR="00A60BBD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  <w:r w:rsidRPr="00EA31C0">
              <w:rPr>
                <w:rFonts w:asciiTheme="minorHAnsi" w:hAnsiTheme="minorHAnsi" w:cstheme="minorHAnsi"/>
                <w:b/>
                <w:bCs/>
              </w:rPr>
              <w:t>Touching objects or surfaces contaminated</w:t>
            </w:r>
          </w:p>
          <w:p w14:paraId="25776AC4" w14:textId="5B8E585D" w:rsidR="00A60BBD" w:rsidRPr="00E40FAA" w:rsidRDefault="00E40FAA" w:rsidP="00A60BBD">
            <w:pPr>
              <w:rPr>
                <w:rFonts w:asciiTheme="minorHAnsi" w:hAnsiTheme="minorHAnsi" w:cstheme="minorHAnsi"/>
                <w:b/>
                <w:bCs/>
              </w:rPr>
            </w:pPr>
            <w:r w:rsidRPr="00E40FAA">
              <w:rPr>
                <w:rFonts w:asciiTheme="minorHAnsi" w:hAnsiTheme="minorHAnsi" w:cstheme="minorHAnsi"/>
                <w:b/>
                <w:bCs/>
              </w:rPr>
              <w:t>Direct contact with persons unaware they are infected</w:t>
            </w:r>
          </w:p>
        </w:tc>
        <w:tc>
          <w:tcPr>
            <w:tcW w:w="1558" w:type="dxa"/>
          </w:tcPr>
          <w:p w14:paraId="00A8CB78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COVID-19</w:t>
            </w:r>
          </w:p>
          <w:p w14:paraId="66926DC5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 w:rsidRPr="00A60BBD">
              <w:rPr>
                <w:rFonts w:asciiTheme="minorHAnsi" w:hAnsiTheme="minorHAnsi" w:cstheme="minorHAnsi"/>
                <w:b/>
              </w:rPr>
              <w:t>Risk of infection</w:t>
            </w:r>
          </w:p>
          <w:p w14:paraId="1A89FABB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</w:p>
          <w:p w14:paraId="3A64A6E9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Site staff</w:t>
            </w:r>
          </w:p>
          <w:p w14:paraId="4263FD5B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Delivery drivers</w:t>
            </w:r>
          </w:p>
          <w:p w14:paraId="10FB5531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Contract workers</w:t>
            </w:r>
          </w:p>
          <w:p w14:paraId="7147A370" w14:textId="14FFF712" w:rsidR="00A60BBD" w:rsidRPr="00EA31C0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Office staff</w:t>
            </w:r>
          </w:p>
        </w:tc>
        <w:tc>
          <w:tcPr>
            <w:tcW w:w="426" w:type="dxa"/>
            <w:vAlign w:val="center"/>
          </w:tcPr>
          <w:p w14:paraId="6455EF67" w14:textId="77777777" w:rsidR="00A60BBD" w:rsidRPr="00EA31C0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4FCE3C07" w14:textId="77777777" w:rsidR="00A60BBD" w:rsidRPr="00EA31C0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5E1AAD1" w14:textId="77777777" w:rsidR="00A60BBD" w:rsidRPr="00EA31C0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2953A1B8" w14:textId="385E29BB" w:rsidR="00A60BBD" w:rsidRPr="00EA31C0" w:rsidRDefault="00A60BBD" w:rsidP="00A60BBD">
            <w:pPr>
              <w:pStyle w:val="Header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A31C0">
              <w:rPr>
                <w:rFonts w:ascii="Calibri" w:hAnsi="Calibri" w:cs="Calibri"/>
              </w:rPr>
              <w:t xml:space="preserve">Try to keep 2 meters away from each other where possible </w:t>
            </w:r>
          </w:p>
          <w:p w14:paraId="3FDF19DE" w14:textId="60F09FCD" w:rsidR="00A60BBD" w:rsidRPr="00EA31C0" w:rsidRDefault="00A60BBD" w:rsidP="00A60BBD">
            <w:pPr>
              <w:pStyle w:val="Header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A31C0">
              <w:rPr>
                <w:rFonts w:ascii="Calibri" w:hAnsi="Calibri" w:cs="Calibri"/>
              </w:rPr>
              <w:t xml:space="preserve">Your site clothes must not be worn on public transport </w:t>
            </w:r>
          </w:p>
          <w:p w14:paraId="4BDD2098" w14:textId="78C07B18" w:rsidR="00A60BBD" w:rsidRPr="00EA31C0" w:rsidRDefault="00A60BBD" w:rsidP="00A60BBD">
            <w:pPr>
              <w:pStyle w:val="Header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A31C0">
              <w:rPr>
                <w:rFonts w:ascii="Calibri" w:hAnsi="Calibri" w:cs="Calibri"/>
              </w:rPr>
              <w:t xml:space="preserve">Regularly use alcohol-based hand rub </w:t>
            </w:r>
            <w:r w:rsidR="00E40FAA">
              <w:rPr>
                <w:rFonts w:ascii="Calibri" w:hAnsi="Calibri" w:cs="Calibri"/>
              </w:rPr>
              <w:t>&amp; t</w:t>
            </w:r>
            <w:r w:rsidRPr="00EA31C0">
              <w:rPr>
                <w:rFonts w:ascii="Calibri" w:hAnsi="Calibri" w:cs="Calibri"/>
              </w:rPr>
              <w:t>ry not to touch your face</w:t>
            </w:r>
          </w:p>
          <w:p w14:paraId="14AC0099" w14:textId="77777777" w:rsidR="00A60BBD" w:rsidRPr="00EA31C0" w:rsidRDefault="00A60BBD" w:rsidP="00A60BBD">
            <w:pPr>
              <w:pStyle w:val="Header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A31C0">
              <w:rPr>
                <w:rFonts w:ascii="Calibri" w:hAnsi="Calibri" w:cs="Calibri"/>
              </w:rPr>
              <w:t>Do not use public transport if:</w:t>
            </w:r>
          </w:p>
          <w:p w14:paraId="00F88163" w14:textId="58886CE2" w:rsidR="00A60BBD" w:rsidRPr="00EA31C0" w:rsidRDefault="00A60BBD" w:rsidP="00A60BBD">
            <w:pPr>
              <w:pStyle w:val="Header"/>
              <w:ind w:left="360"/>
              <w:rPr>
                <w:rFonts w:ascii="Calibri" w:hAnsi="Calibri" w:cs="Calibri"/>
              </w:rPr>
            </w:pPr>
            <w:r w:rsidRPr="00EA31C0">
              <w:rPr>
                <w:rFonts w:ascii="Calibri" w:hAnsi="Calibri" w:cs="Calibri"/>
              </w:rPr>
              <w:t>you have symptoms of coronavirus – a new, continuous cough or a high temperature</w:t>
            </w:r>
          </w:p>
          <w:p w14:paraId="2D62D856" w14:textId="551A509C" w:rsidR="00A60BBD" w:rsidRPr="00EA31C0" w:rsidRDefault="00A60BBD" w:rsidP="00A60BBD">
            <w:pPr>
              <w:pStyle w:val="Header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  <w:r w:rsidRPr="00EA31C0">
              <w:rPr>
                <w:rFonts w:ascii="Calibri" w:hAnsi="Calibri" w:cs="Calibri"/>
              </w:rPr>
              <w:t>Keep 2 metres apart from other at ticket barriers</w:t>
            </w:r>
          </w:p>
        </w:tc>
        <w:tc>
          <w:tcPr>
            <w:tcW w:w="3117" w:type="dxa"/>
          </w:tcPr>
          <w:p w14:paraId="37F2E347" w14:textId="77777777" w:rsidR="00A60BBD" w:rsidRPr="00EA31C0" w:rsidRDefault="00A60BBD" w:rsidP="00A60BBD">
            <w:pPr>
              <w:pStyle w:val="ListParagraph"/>
              <w:numPr>
                <w:ilvl w:val="0"/>
                <w:numId w:val="14"/>
              </w:numPr>
              <w:rPr>
                <w:rFonts w:cs="Calibri"/>
                <w:sz w:val="20"/>
                <w:szCs w:val="20"/>
              </w:rPr>
            </w:pPr>
            <w:r w:rsidRPr="00EA31C0">
              <w:rPr>
                <w:rFonts w:cs="Calibri"/>
                <w:sz w:val="20"/>
                <w:szCs w:val="20"/>
              </w:rPr>
              <w:t>Consider different start and finish times to avoid the rush hour</w:t>
            </w:r>
          </w:p>
          <w:p w14:paraId="2A994EA0" w14:textId="0A7F64E7" w:rsidR="00A60BBD" w:rsidRPr="00EA31C0" w:rsidRDefault="00A60BBD" w:rsidP="00A60BBD">
            <w:pPr>
              <w:pStyle w:val="ListParagraph"/>
              <w:numPr>
                <w:ilvl w:val="0"/>
                <w:numId w:val="14"/>
              </w:numPr>
              <w:rPr>
                <w:rFonts w:cs="Calibri"/>
                <w:sz w:val="20"/>
                <w:szCs w:val="20"/>
              </w:rPr>
            </w:pPr>
            <w:r w:rsidRPr="00EA31C0">
              <w:rPr>
                <w:rFonts w:cs="Calibri"/>
                <w:sz w:val="20"/>
                <w:szCs w:val="20"/>
              </w:rPr>
              <w:t>Sit apart from others if possible</w:t>
            </w:r>
          </w:p>
          <w:p w14:paraId="243D7793" w14:textId="3F28F1AF" w:rsidR="00A60BBD" w:rsidRPr="00EA31C0" w:rsidRDefault="00E40FAA" w:rsidP="00A60BBD">
            <w:pPr>
              <w:pStyle w:val="ListParagraph"/>
              <w:numPr>
                <w:ilvl w:val="0"/>
                <w:numId w:val="14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Avoid</w:t>
            </w:r>
            <w:r w:rsidR="00A60BBD" w:rsidRPr="00EA31C0">
              <w:rPr>
                <w:rFonts w:cs="Calibri"/>
                <w:sz w:val="20"/>
                <w:szCs w:val="20"/>
              </w:rPr>
              <w:t xml:space="preserve"> touching surfaces with your hands</w:t>
            </w:r>
          </w:p>
          <w:p w14:paraId="741CAB4B" w14:textId="77777777" w:rsidR="00A60BBD" w:rsidRDefault="00A60BBD" w:rsidP="00A60BBD">
            <w:pPr>
              <w:pStyle w:val="ListParagraph"/>
              <w:numPr>
                <w:ilvl w:val="0"/>
                <w:numId w:val="14"/>
              </w:numPr>
              <w:rPr>
                <w:rFonts w:cs="Calibri"/>
                <w:sz w:val="20"/>
                <w:szCs w:val="20"/>
              </w:rPr>
            </w:pPr>
            <w:r w:rsidRPr="00EA31C0">
              <w:rPr>
                <w:rFonts w:cs="Calibri"/>
                <w:sz w:val="20"/>
                <w:szCs w:val="20"/>
              </w:rPr>
              <w:t>Regular</w:t>
            </w:r>
            <w:r>
              <w:rPr>
                <w:rFonts w:cs="Calibri"/>
                <w:sz w:val="20"/>
                <w:szCs w:val="20"/>
              </w:rPr>
              <w:t>ly</w:t>
            </w:r>
            <w:r w:rsidRPr="00EA31C0">
              <w:rPr>
                <w:rFonts w:cs="Calibri"/>
                <w:sz w:val="20"/>
                <w:szCs w:val="20"/>
              </w:rPr>
              <w:t xml:space="preserve"> clean any items you may use while travelling such as keys</w:t>
            </w:r>
            <w:r w:rsidR="00E40FAA">
              <w:rPr>
                <w:rFonts w:cs="Calibri"/>
                <w:sz w:val="20"/>
                <w:szCs w:val="20"/>
              </w:rPr>
              <w:t>,</w:t>
            </w:r>
            <w:r w:rsidRPr="00EA31C0">
              <w:rPr>
                <w:rFonts w:cs="Calibri"/>
                <w:sz w:val="20"/>
                <w:szCs w:val="20"/>
              </w:rPr>
              <w:t xml:space="preserve"> mobile devices</w:t>
            </w:r>
            <w:r w:rsidR="00E40FAA">
              <w:rPr>
                <w:rFonts w:cs="Calibri"/>
                <w:sz w:val="20"/>
                <w:szCs w:val="20"/>
              </w:rPr>
              <w:t>,</w:t>
            </w:r>
            <w:r w:rsidRPr="00EA31C0">
              <w:rPr>
                <w:rFonts w:cs="Calibri"/>
                <w:sz w:val="20"/>
                <w:szCs w:val="20"/>
              </w:rPr>
              <w:t xml:space="preserve"> wallets and travel cards</w:t>
            </w:r>
          </w:p>
          <w:p w14:paraId="44122EDD" w14:textId="317B7E6D" w:rsidR="00E872E1" w:rsidRPr="00EA31C0" w:rsidRDefault="00E872E1" w:rsidP="00A60BBD">
            <w:pPr>
              <w:pStyle w:val="ListParagraph"/>
              <w:numPr>
                <w:ilvl w:val="0"/>
                <w:numId w:val="14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Avoid moving around</w:t>
            </w:r>
          </w:p>
        </w:tc>
        <w:tc>
          <w:tcPr>
            <w:tcW w:w="425" w:type="dxa"/>
            <w:vAlign w:val="center"/>
          </w:tcPr>
          <w:p w14:paraId="089CA30A" w14:textId="77777777" w:rsidR="00A60BBD" w:rsidRPr="00307A0C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7C27666F" w14:textId="77777777" w:rsidR="00A60BBD" w:rsidRPr="00307A0C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0E91AC2F" w14:textId="77777777" w:rsidR="00A60BBD" w:rsidRPr="00307A0C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0"/>
      <w:tr w:rsidR="00A60BBD" w:rsidRPr="00C458C3" w14:paraId="6848F6B9" w14:textId="77777777" w:rsidTr="009B1358">
        <w:trPr>
          <w:cantSplit/>
          <w:jc w:val="center"/>
        </w:trPr>
        <w:tc>
          <w:tcPr>
            <w:tcW w:w="1982" w:type="dxa"/>
          </w:tcPr>
          <w:p w14:paraId="109EEAC3" w14:textId="05A39510" w:rsidR="00A60BBD" w:rsidRPr="00EA31C0" w:rsidRDefault="00D8314C" w:rsidP="00A60BBD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EA31C0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TRAVEL </w:t>
            </w:r>
            <w:r w:rsidR="005332A7" w:rsidRPr="00EA31C0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TO </w:t>
            </w:r>
            <w:r w:rsidR="005332A7">
              <w:rPr>
                <w:rFonts w:asciiTheme="minorHAnsi" w:hAnsiTheme="minorHAnsi" w:cstheme="minorHAnsi"/>
                <w:b/>
                <w:bCs/>
                <w:lang w:eastAsia="en-GB"/>
              </w:rPr>
              <w:t>&amp;</w:t>
            </w: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 FROM </w:t>
            </w:r>
            <w:r w:rsidRPr="00EA31C0">
              <w:rPr>
                <w:rFonts w:asciiTheme="minorHAnsi" w:hAnsiTheme="minorHAnsi" w:cstheme="minorHAnsi"/>
                <w:b/>
                <w:bCs/>
                <w:lang w:eastAsia="en-GB"/>
              </w:rPr>
              <w:t>SITE</w:t>
            </w:r>
          </w:p>
          <w:p w14:paraId="3153B415" w14:textId="3288F678" w:rsidR="00A60BBD" w:rsidRPr="00EA31C0" w:rsidRDefault="00D8314C" w:rsidP="00A60BB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VEHICLES</w:t>
            </w:r>
          </w:p>
        </w:tc>
        <w:tc>
          <w:tcPr>
            <w:tcW w:w="1991" w:type="dxa"/>
          </w:tcPr>
          <w:p w14:paraId="1F7778E0" w14:textId="77777777" w:rsidR="00A60BBD" w:rsidRPr="00EA31C0" w:rsidRDefault="00A60BBD" w:rsidP="00A60BB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COVID-19</w:t>
            </w:r>
          </w:p>
          <w:p w14:paraId="4564F9A0" w14:textId="77777777" w:rsidR="00A60BBD" w:rsidRPr="00EA31C0" w:rsidRDefault="00A60BBD" w:rsidP="00A60BB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C93735" w14:textId="77777777" w:rsidR="00A60BBD" w:rsidRPr="00EA31C0" w:rsidRDefault="00A60BBD" w:rsidP="00A60BB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Direct contact with a person whilst they are infectious</w:t>
            </w:r>
          </w:p>
          <w:p w14:paraId="3B57BC0E" w14:textId="77777777" w:rsidR="00A60BBD" w:rsidRPr="00EA31C0" w:rsidRDefault="00A60BBD" w:rsidP="00A60BB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30645D" w14:textId="5060A3C0" w:rsidR="00A60BBD" w:rsidRPr="00EA31C0" w:rsidRDefault="00A60BBD" w:rsidP="00A60BB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Touching objects or surfaces contaminated</w:t>
            </w:r>
          </w:p>
        </w:tc>
        <w:tc>
          <w:tcPr>
            <w:tcW w:w="1558" w:type="dxa"/>
          </w:tcPr>
          <w:p w14:paraId="6DF9C45F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COVID-19</w:t>
            </w:r>
          </w:p>
          <w:p w14:paraId="21EF6B52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 w:rsidRPr="00A60BBD">
              <w:rPr>
                <w:rFonts w:asciiTheme="minorHAnsi" w:hAnsiTheme="minorHAnsi" w:cstheme="minorHAnsi"/>
                <w:b/>
              </w:rPr>
              <w:t>Risk of infection</w:t>
            </w:r>
          </w:p>
          <w:p w14:paraId="78F4F789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</w:p>
          <w:p w14:paraId="68C93F4C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Site staff</w:t>
            </w:r>
          </w:p>
          <w:p w14:paraId="0B8E429F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Delivery drivers</w:t>
            </w:r>
          </w:p>
          <w:p w14:paraId="6B9E7279" w14:textId="77777777" w:rsidR="00A60BBD" w:rsidRDefault="00A60BBD" w:rsidP="00A60BB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Contract workers</w:t>
            </w:r>
          </w:p>
          <w:p w14:paraId="228742B7" w14:textId="389A8C4F" w:rsidR="00A60BBD" w:rsidRPr="00EA31C0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Office staff</w:t>
            </w:r>
          </w:p>
        </w:tc>
        <w:tc>
          <w:tcPr>
            <w:tcW w:w="426" w:type="dxa"/>
            <w:vAlign w:val="center"/>
          </w:tcPr>
          <w:p w14:paraId="3A1734EE" w14:textId="77777777" w:rsidR="00A60BBD" w:rsidRPr="00EA31C0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27566F1F" w14:textId="77777777" w:rsidR="00A60BBD" w:rsidRPr="00EA31C0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9F1B7E0" w14:textId="77777777" w:rsidR="00A60BBD" w:rsidRPr="00EA31C0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505CAE92" w14:textId="0C2B8244" w:rsidR="00A60BBD" w:rsidRPr="00EA31C0" w:rsidRDefault="00A60BBD" w:rsidP="00A60BBD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 xml:space="preserve">Site staff must not wear their site clothes overalls and or </w:t>
            </w:r>
            <w:r w:rsidR="005332A7" w:rsidRPr="00EA31C0">
              <w:rPr>
                <w:rFonts w:asciiTheme="minorHAnsi" w:hAnsiTheme="minorHAnsi" w:cstheme="minorHAnsi"/>
              </w:rPr>
              <w:t xml:space="preserve">boots </w:t>
            </w:r>
            <w:r w:rsidR="005332A7">
              <w:rPr>
                <w:rFonts w:asciiTheme="minorHAnsi" w:hAnsiTheme="minorHAnsi" w:cstheme="minorHAnsi"/>
              </w:rPr>
              <w:t>to</w:t>
            </w:r>
            <w:r w:rsidR="00C80702">
              <w:rPr>
                <w:rFonts w:asciiTheme="minorHAnsi" w:hAnsiTheme="minorHAnsi" w:cstheme="minorHAnsi"/>
              </w:rPr>
              <w:t xml:space="preserve"> and from the site </w:t>
            </w:r>
          </w:p>
          <w:p w14:paraId="062C3DB0" w14:textId="77777777" w:rsidR="00A60BBD" w:rsidRPr="00EA31C0" w:rsidRDefault="00A60BBD" w:rsidP="00A60BBD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 xml:space="preserve">Take overalls off before getting in the van and store in the back of van or dispose of </w:t>
            </w:r>
          </w:p>
          <w:p w14:paraId="0927EE63" w14:textId="22FF47E4" w:rsidR="00A60BBD" w:rsidRPr="00C80702" w:rsidRDefault="00C80702" w:rsidP="00C80702">
            <w:pPr>
              <w:pStyle w:val="ListParagraph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8070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Remove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personal</w:t>
            </w:r>
            <w:r w:rsidRPr="00C8070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footwear and store in van </w:t>
            </w:r>
          </w:p>
        </w:tc>
        <w:tc>
          <w:tcPr>
            <w:tcW w:w="3117" w:type="dxa"/>
          </w:tcPr>
          <w:p w14:paraId="6B63300A" w14:textId="77777777" w:rsidR="00C80702" w:rsidRDefault="00A60BBD" w:rsidP="00C80702">
            <w:pPr>
              <w:pStyle w:val="NoSpacing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 xml:space="preserve">Clean inside of your cab at the </w:t>
            </w:r>
            <w:r w:rsidR="00C80702">
              <w:rPr>
                <w:rFonts w:asciiTheme="minorHAnsi" w:hAnsiTheme="minorHAnsi" w:cstheme="minorHAnsi"/>
              </w:rPr>
              <w:t xml:space="preserve">start and </w:t>
            </w:r>
            <w:r w:rsidRPr="00EA31C0">
              <w:rPr>
                <w:rFonts w:asciiTheme="minorHAnsi" w:hAnsiTheme="minorHAnsi" w:cstheme="minorHAnsi"/>
              </w:rPr>
              <w:t xml:space="preserve">end of every day with antibacterial wipes </w:t>
            </w:r>
          </w:p>
          <w:p w14:paraId="433DAD7F" w14:textId="0B8CC25A" w:rsidR="00C80702" w:rsidRPr="00C80702" w:rsidRDefault="00C80702" w:rsidP="00C80702">
            <w:pPr>
              <w:pStyle w:val="ListParagraph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80702">
              <w:rPr>
                <w:rFonts w:asciiTheme="minorHAnsi" w:eastAsia="Times New Roman" w:hAnsiTheme="minorHAnsi" w:cstheme="minorHAnsi"/>
                <w:sz w:val="20"/>
                <w:szCs w:val="20"/>
              </w:rPr>
              <w:t>Clean any items to be removed from the van and taken into your</w:t>
            </w:r>
            <w:r w:rsidR="00267A45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C80702">
              <w:rPr>
                <w:rFonts w:asciiTheme="minorHAnsi" w:eastAsia="Times New Roman" w:hAnsiTheme="minorHAnsi" w:cstheme="minorHAnsi"/>
                <w:sz w:val="20"/>
                <w:szCs w:val="20"/>
              </w:rPr>
              <w:t>workplace or home with antibacterial wipes.</w:t>
            </w:r>
          </w:p>
          <w:p w14:paraId="5BF0EF8E" w14:textId="3BD4BCFE" w:rsidR="00C80702" w:rsidRPr="00C80702" w:rsidRDefault="00C80702" w:rsidP="00C80702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4522FF24" w14:textId="77777777" w:rsidR="00A60BBD" w:rsidRPr="00307A0C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6AA2D8C6" w14:textId="77777777" w:rsidR="00A60BBD" w:rsidRPr="00307A0C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046315D3" w14:textId="77777777" w:rsidR="00A60BBD" w:rsidRPr="00307A0C" w:rsidRDefault="00A60BBD" w:rsidP="00A60B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346DBCE4" w14:textId="70F438C3" w:rsidR="003117E4" w:rsidRDefault="003117E4">
      <w:pPr>
        <w:pStyle w:val="CommentText"/>
        <w:rPr>
          <w:rFonts w:asciiTheme="minorHAnsi" w:hAnsiTheme="minorHAnsi" w:cstheme="minorHAnsi"/>
          <w:b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9B1358" w:rsidRPr="00307A0C" w14:paraId="2CE78522" w14:textId="77777777" w:rsidTr="009B135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47E11169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065BE31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7A3E177E" w14:textId="77777777" w:rsidR="009B1358" w:rsidRPr="00277E03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B1837BB" w14:textId="77777777" w:rsidR="009B1358" w:rsidRPr="00277E03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2B1EDD9F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5A28EAB0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EC0382D" w14:textId="77777777" w:rsidR="009B1358" w:rsidRPr="00307A0C" w:rsidRDefault="009B1358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5F38192C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062A8C86" w14:textId="77777777" w:rsidR="009B1358" w:rsidRPr="00307A0C" w:rsidRDefault="009B1358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295D947F" w14:textId="77777777" w:rsidR="009B1358" w:rsidRPr="00307A0C" w:rsidRDefault="009B1358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06169F3C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9B1358" w:rsidRPr="00307A0C" w14:paraId="54031561" w14:textId="77777777" w:rsidTr="009B135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8EB3601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283973D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D4DAE98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82FAFDF" w14:textId="77777777" w:rsidR="009B1358" w:rsidRPr="00307A0C" w:rsidRDefault="009B1358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87AE6C0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7DF34244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84227D5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CFEFD68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D4C4F53" w14:textId="77777777" w:rsidR="009B1358" w:rsidRPr="00307A0C" w:rsidRDefault="009B1358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38C2D78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3B93A6B" w14:textId="77777777" w:rsidR="009B1358" w:rsidRPr="00307A0C" w:rsidRDefault="009B1358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D8314C" w:rsidRPr="00C458C3" w14:paraId="2AA9DA97" w14:textId="77777777" w:rsidTr="009B1358">
        <w:trPr>
          <w:cantSplit/>
          <w:jc w:val="center"/>
        </w:trPr>
        <w:tc>
          <w:tcPr>
            <w:tcW w:w="1982" w:type="dxa"/>
          </w:tcPr>
          <w:p w14:paraId="28465467" w14:textId="3F859B21" w:rsidR="00D8314C" w:rsidRPr="00EA31C0" w:rsidRDefault="00D8314C" w:rsidP="00D8314C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EA31C0">
              <w:rPr>
                <w:rFonts w:asciiTheme="minorHAnsi" w:hAnsiTheme="minorHAnsi" w:cstheme="minorHAnsi"/>
                <w:b/>
                <w:bCs/>
                <w:lang w:eastAsia="en-GB"/>
              </w:rPr>
              <w:t>TRAVEL TO</w:t>
            </w: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 &amp; FROM </w:t>
            </w:r>
            <w:r w:rsidRPr="00EA31C0">
              <w:rPr>
                <w:rFonts w:asciiTheme="minorHAnsi" w:hAnsiTheme="minorHAnsi" w:cstheme="minorHAnsi"/>
                <w:b/>
                <w:bCs/>
                <w:lang w:eastAsia="en-GB"/>
              </w:rPr>
              <w:t>SITE</w:t>
            </w:r>
          </w:p>
          <w:p w14:paraId="3B42B0E1" w14:textId="77777777" w:rsidR="00D8314C" w:rsidRDefault="00D8314C" w:rsidP="00D8314C">
            <w:pPr>
              <w:rPr>
                <w:rFonts w:asciiTheme="minorHAnsi" w:hAnsiTheme="minorHAnsi" w:cstheme="minorHAnsi"/>
                <w:b/>
                <w:bCs/>
              </w:rPr>
            </w:pPr>
            <w:r w:rsidRPr="00EA31C0">
              <w:rPr>
                <w:rFonts w:asciiTheme="minorHAnsi" w:hAnsiTheme="minorHAnsi" w:cstheme="minorHAnsi"/>
                <w:b/>
                <w:bCs/>
              </w:rPr>
              <w:t>VEHICLES</w:t>
            </w:r>
          </w:p>
          <w:p w14:paraId="15580368" w14:textId="3ED96405" w:rsidR="00D8314C" w:rsidRPr="00864989" w:rsidRDefault="00D8314C" w:rsidP="00D8314C">
            <w:pPr>
              <w:rPr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Cont.</w:t>
            </w:r>
          </w:p>
        </w:tc>
        <w:tc>
          <w:tcPr>
            <w:tcW w:w="1991" w:type="dxa"/>
          </w:tcPr>
          <w:p w14:paraId="4E9DA06D" w14:textId="77777777" w:rsidR="00D8314C" w:rsidRPr="00761A8A" w:rsidRDefault="00D8314C" w:rsidP="00D8314C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1A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COVID-19</w:t>
            </w:r>
          </w:p>
          <w:p w14:paraId="102060AC" w14:textId="77777777" w:rsidR="00D8314C" w:rsidRPr="00761A8A" w:rsidRDefault="00D8314C" w:rsidP="00D8314C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296F9D" w14:textId="77777777" w:rsidR="00D8314C" w:rsidRPr="00761A8A" w:rsidRDefault="00D8314C" w:rsidP="00D8314C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1A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Direct contact with a person whilst they are infectious</w:t>
            </w:r>
          </w:p>
          <w:p w14:paraId="61ABBEAA" w14:textId="77777777" w:rsidR="00D8314C" w:rsidRPr="00761A8A" w:rsidRDefault="00D8314C" w:rsidP="00D8314C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876619" w14:textId="14BE576D" w:rsidR="00D8314C" w:rsidRDefault="00D8314C" w:rsidP="00D8314C">
            <w:pPr>
              <w:rPr>
                <w:rFonts w:asciiTheme="minorHAnsi" w:hAnsiTheme="minorHAnsi" w:cstheme="minorHAnsi"/>
              </w:rPr>
            </w:pPr>
            <w:r w:rsidRPr="00761A8A">
              <w:rPr>
                <w:rFonts w:asciiTheme="minorHAnsi" w:hAnsiTheme="minorHAnsi" w:cstheme="minorHAnsi"/>
                <w:b/>
                <w:bCs/>
              </w:rPr>
              <w:t>Touching objects or surfaces contaminated</w:t>
            </w:r>
          </w:p>
        </w:tc>
        <w:tc>
          <w:tcPr>
            <w:tcW w:w="1558" w:type="dxa"/>
          </w:tcPr>
          <w:p w14:paraId="0682EE04" w14:textId="77777777" w:rsidR="00D8314C" w:rsidRDefault="00D8314C" w:rsidP="00D8314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COVID-19</w:t>
            </w:r>
          </w:p>
          <w:p w14:paraId="67F1CED7" w14:textId="77777777" w:rsidR="00D8314C" w:rsidRDefault="00D8314C" w:rsidP="00D8314C">
            <w:pPr>
              <w:rPr>
                <w:rFonts w:asciiTheme="minorHAnsi" w:hAnsiTheme="minorHAnsi" w:cstheme="minorHAnsi"/>
                <w:b/>
              </w:rPr>
            </w:pPr>
            <w:r w:rsidRPr="00A60BBD">
              <w:rPr>
                <w:rFonts w:asciiTheme="minorHAnsi" w:hAnsiTheme="minorHAnsi" w:cstheme="minorHAnsi"/>
                <w:b/>
              </w:rPr>
              <w:t>Risk of infection</w:t>
            </w:r>
          </w:p>
          <w:p w14:paraId="42990192" w14:textId="77777777" w:rsidR="00D8314C" w:rsidRDefault="00D8314C" w:rsidP="00D8314C">
            <w:pPr>
              <w:rPr>
                <w:rFonts w:asciiTheme="minorHAnsi" w:hAnsiTheme="minorHAnsi" w:cstheme="minorHAnsi"/>
                <w:b/>
              </w:rPr>
            </w:pPr>
          </w:p>
          <w:p w14:paraId="02DE145C" w14:textId="77777777" w:rsidR="00D8314C" w:rsidRDefault="00D8314C" w:rsidP="00D8314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Site staff</w:t>
            </w:r>
          </w:p>
          <w:p w14:paraId="1CBFCA7E" w14:textId="77777777" w:rsidR="00D8314C" w:rsidRDefault="00D8314C" w:rsidP="00D8314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Delivery drivers</w:t>
            </w:r>
          </w:p>
          <w:p w14:paraId="04C7F8AE" w14:textId="77777777" w:rsidR="00D8314C" w:rsidRDefault="00D8314C" w:rsidP="00D8314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Contract workers</w:t>
            </w:r>
          </w:p>
          <w:p w14:paraId="2164CB90" w14:textId="069BD879" w:rsidR="00D8314C" w:rsidRPr="00C250B0" w:rsidRDefault="00D8314C" w:rsidP="00D8314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Office staff</w:t>
            </w:r>
          </w:p>
        </w:tc>
        <w:tc>
          <w:tcPr>
            <w:tcW w:w="426" w:type="dxa"/>
            <w:vAlign w:val="center"/>
          </w:tcPr>
          <w:p w14:paraId="32E21E2B" w14:textId="77777777" w:rsidR="00D8314C" w:rsidRPr="00C250B0" w:rsidRDefault="00D8314C" w:rsidP="00D8314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27AC1CB5" w14:textId="77777777" w:rsidR="00D8314C" w:rsidRPr="00C250B0" w:rsidRDefault="00D8314C" w:rsidP="00D8314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10D6115E" w14:textId="77777777" w:rsidR="00D8314C" w:rsidRPr="00C250B0" w:rsidRDefault="00D8314C" w:rsidP="00D8314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6CCDDBBC" w14:textId="6E6029A1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9B1358">
              <w:rPr>
                <w:rFonts w:asciiTheme="minorHAnsi" w:hAnsiTheme="minorHAnsi" w:cstheme="minorHAnsi"/>
              </w:rPr>
              <w:t xml:space="preserve">Clean tools at the end of the day and use antibacterial spray </w:t>
            </w:r>
          </w:p>
          <w:p w14:paraId="5CF98381" w14:textId="3208A095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Clean the</w:t>
            </w:r>
            <w:r w:rsidRPr="00F7224F">
              <w:rPr>
                <w:rFonts w:asciiTheme="minorHAnsi" w:hAnsiTheme="minorHAnsi" w:cstheme="minorHAnsi"/>
              </w:rPr>
              <w:t xml:space="preserve"> outside</w:t>
            </w:r>
            <w:r>
              <w:rPr>
                <w:rFonts w:asciiTheme="minorHAnsi" w:hAnsiTheme="minorHAnsi" w:cstheme="minorHAnsi"/>
              </w:rPr>
              <w:t xml:space="preserve"> of the vehicle</w:t>
            </w:r>
          </w:p>
          <w:p w14:paraId="3419A4B6" w14:textId="77777777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F7224F">
              <w:rPr>
                <w:rFonts w:asciiTheme="minorHAnsi" w:hAnsiTheme="minorHAnsi" w:cstheme="minorHAnsi"/>
              </w:rPr>
              <w:t xml:space="preserve">lean all handles and doors especially in those areas likely to be touched (when slamming shut, etc). </w:t>
            </w:r>
          </w:p>
          <w:p w14:paraId="1F4587AC" w14:textId="77777777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F7224F">
              <w:rPr>
                <w:rFonts w:asciiTheme="minorHAnsi" w:hAnsiTheme="minorHAnsi" w:cstheme="minorHAnsi"/>
              </w:rPr>
              <w:t xml:space="preserve">Also, pay close attention to the fuel flap and filler. </w:t>
            </w:r>
          </w:p>
          <w:p w14:paraId="13C060DF" w14:textId="77777777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F7224F">
              <w:rPr>
                <w:rFonts w:asciiTheme="minorHAnsi" w:hAnsiTheme="minorHAnsi" w:cstheme="minorHAnsi"/>
              </w:rPr>
              <w:t>Keep cleaning products in the cab</w:t>
            </w:r>
          </w:p>
          <w:p w14:paraId="00B9687F" w14:textId="45288D2A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81408D">
              <w:rPr>
                <w:rFonts w:asciiTheme="minorHAnsi" w:hAnsiTheme="minorHAnsi" w:cstheme="minorHAnsi"/>
              </w:rPr>
              <w:t>If you know who you’re visiting, contact them first to see if they are showing any symptoms of COVID-19.</w:t>
            </w:r>
          </w:p>
          <w:p w14:paraId="3FBC68BD" w14:textId="41DA0F31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Avoid shaking hands</w:t>
            </w:r>
          </w:p>
          <w:p w14:paraId="6B0755A9" w14:textId="77777777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7A262F">
              <w:rPr>
                <w:rFonts w:asciiTheme="minorHAnsi" w:hAnsiTheme="minorHAnsi" w:cstheme="minorHAnsi"/>
              </w:rPr>
              <w:t xml:space="preserve">When you’ve finished for the day, clean the cab again, taking care to wipe all the areas that have been touched. </w:t>
            </w:r>
          </w:p>
          <w:p w14:paraId="6585A251" w14:textId="0E390BAF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Ensure you </w:t>
            </w:r>
            <w:r w:rsidRPr="007A262F">
              <w:rPr>
                <w:rFonts w:asciiTheme="minorHAnsi" w:hAnsiTheme="minorHAnsi" w:cstheme="minorHAnsi"/>
              </w:rPr>
              <w:t>remove any rubbish from the cab that could be harbouring the virus.</w:t>
            </w:r>
          </w:p>
          <w:p w14:paraId="5725797B" w14:textId="45B07A06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 the end of the day on leaving the vehicle,</w:t>
            </w:r>
            <w:r w:rsidRPr="00591AB9">
              <w:rPr>
                <w:rFonts w:asciiTheme="minorHAnsi" w:hAnsiTheme="minorHAnsi" w:cstheme="minorHAnsi"/>
              </w:rPr>
              <w:t xml:space="preserve"> wipe all the door handles </w:t>
            </w:r>
            <w:r>
              <w:rPr>
                <w:rFonts w:asciiTheme="minorHAnsi" w:hAnsiTheme="minorHAnsi" w:cstheme="minorHAnsi"/>
              </w:rPr>
              <w:t xml:space="preserve">and </w:t>
            </w:r>
            <w:r w:rsidRPr="00591AB9">
              <w:rPr>
                <w:rFonts w:asciiTheme="minorHAnsi" w:hAnsiTheme="minorHAnsi" w:cstheme="minorHAnsi"/>
              </w:rPr>
              <w:t xml:space="preserve">sanitise your hands again, </w:t>
            </w:r>
            <w:r>
              <w:rPr>
                <w:rFonts w:asciiTheme="minorHAnsi" w:hAnsiTheme="minorHAnsi" w:cstheme="minorHAnsi"/>
              </w:rPr>
              <w:t>once</w:t>
            </w:r>
            <w:r w:rsidRPr="00591AB9">
              <w:rPr>
                <w:rFonts w:asciiTheme="minorHAnsi" w:hAnsiTheme="minorHAnsi" w:cstheme="minorHAnsi"/>
              </w:rPr>
              <w:t xml:space="preserve"> indoors, thoroughly wash your hands for 20 seconds</w:t>
            </w:r>
          </w:p>
          <w:p w14:paraId="7F64ECCE" w14:textId="35637FBF" w:rsidR="00D8314C" w:rsidRPr="00690F8D" w:rsidRDefault="00D8314C" w:rsidP="00D8314C">
            <w:pPr>
              <w:pStyle w:val="Header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6B19E39" w14:textId="6BBE18C5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EA31C0">
              <w:rPr>
                <w:rFonts w:asciiTheme="minorHAnsi" w:hAnsiTheme="minorHAnsi" w:cstheme="minorHAnsi"/>
              </w:rPr>
              <w:t>lean any areas likely to be touched by the driver or passengers. These should include the steering wheel, gear selector, handbrake, ventilation controls, radio/infotainment, seat controls, seat belts, grab handles and mirror adjusters</w:t>
            </w:r>
          </w:p>
          <w:p w14:paraId="6182BF8A" w14:textId="611CCED3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9B1358">
              <w:rPr>
                <w:rFonts w:asciiTheme="minorHAnsi" w:hAnsiTheme="minorHAnsi" w:cstheme="minorHAnsi"/>
              </w:rPr>
              <w:t>Ensure that all PPE</w:t>
            </w:r>
            <w:r>
              <w:rPr>
                <w:rFonts w:asciiTheme="minorHAnsi" w:hAnsiTheme="minorHAnsi" w:cstheme="minorHAnsi"/>
              </w:rPr>
              <w:t>/RPE</w:t>
            </w:r>
            <w:r w:rsidRPr="009B1358">
              <w:rPr>
                <w:rFonts w:asciiTheme="minorHAnsi" w:hAnsiTheme="minorHAnsi" w:cstheme="minorHAnsi"/>
              </w:rPr>
              <w:t xml:space="preserve"> is cleaned, stored and maintained as recommended by the manufacturer </w:t>
            </w:r>
          </w:p>
          <w:p w14:paraId="2937577C" w14:textId="68BD2964" w:rsidR="00D8314C" w:rsidRDefault="00D8314C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81408D">
              <w:rPr>
                <w:rFonts w:asciiTheme="minorHAnsi" w:hAnsiTheme="minorHAnsi" w:cstheme="minorHAnsi"/>
              </w:rPr>
              <w:t xml:space="preserve">Consider time of </w:t>
            </w:r>
            <w:r w:rsidR="005332A7" w:rsidRPr="0081408D">
              <w:rPr>
                <w:rFonts w:asciiTheme="minorHAnsi" w:hAnsiTheme="minorHAnsi" w:cstheme="minorHAnsi"/>
              </w:rPr>
              <w:t>travel can</w:t>
            </w:r>
            <w:r w:rsidRPr="0081408D">
              <w:rPr>
                <w:rFonts w:asciiTheme="minorHAnsi" w:hAnsiTheme="minorHAnsi" w:cstheme="minorHAnsi"/>
              </w:rPr>
              <w:t xml:space="preserve"> you travel later in the evening or earlier in the morning </w:t>
            </w:r>
            <w:r>
              <w:rPr>
                <w:rFonts w:asciiTheme="minorHAnsi" w:hAnsiTheme="minorHAnsi" w:cstheme="minorHAnsi"/>
              </w:rPr>
              <w:t>avoiding</w:t>
            </w:r>
            <w:r w:rsidRPr="0081408D">
              <w:rPr>
                <w:rFonts w:asciiTheme="minorHAnsi" w:hAnsiTheme="minorHAnsi" w:cstheme="minorHAnsi"/>
              </w:rPr>
              <w:t xml:space="preserve"> potential contact with other</w:t>
            </w:r>
            <w:r>
              <w:rPr>
                <w:rFonts w:asciiTheme="minorHAnsi" w:hAnsiTheme="minorHAnsi" w:cstheme="minorHAnsi"/>
              </w:rPr>
              <w:t>s</w:t>
            </w:r>
            <w:r w:rsidRPr="0081408D">
              <w:rPr>
                <w:rFonts w:asciiTheme="minorHAnsi" w:hAnsiTheme="minorHAnsi" w:cstheme="minorHAnsi"/>
              </w:rPr>
              <w:t>.</w:t>
            </w:r>
          </w:p>
          <w:p w14:paraId="1CC856B5" w14:textId="57CFA8B7" w:rsidR="00365DAA" w:rsidRDefault="00365DAA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Staff are advised not to stop on the journey to avoid contact with other</w:t>
            </w:r>
            <w:r w:rsidR="00E872E1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 where possible</w:t>
            </w:r>
          </w:p>
          <w:p w14:paraId="54884E78" w14:textId="62BC56BD" w:rsidR="00E872E1" w:rsidRDefault="00E872E1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Keep passengers away from each other before boarding the vehicle</w:t>
            </w:r>
          </w:p>
          <w:p w14:paraId="6E5888C5" w14:textId="31EF7F68" w:rsidR="00E872E1" w:rsidRDefault="00E872E1" w:rsidP="00D8314C">
            <w:pPr>
              <w:pStyle w:val="Header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Where possible the same people should travel together, don’t mix crews</w:t>
            </w:r>
          </w:p>
          <w:p w14:paraId="5DDD9ABD" w14:textId="77777777" w:rsidR="00D8314C" w:rsidRPr="0031444B" w:rsidRDefault="00D8314C" w:rsidP="00E872E1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198620E6" w14:textId="77777777" w:rsidR="00D8314C" w:rsidRPr="00307A0C" w:rsidRDefault="00D8314C" w:rsidP="00D8314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49A8E208" w14:textId="77777777" w:rsidR="00D8314C" w:rsidRPr="00307A0C" w:rsidRDefault="00D8314C" w:rsidP="00D8314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6EF43BDF" w14:textId="77777777" w:rsidR="00D8314C" w:rsidRPr="00307A0C" w:rsidRDefault="00D8314C" w:rsidP="00D8314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4328B0C" w14:textId="4EDC2803" w:rsidR="003117E4" w:rsidRDefault="003117E4">
      <w:pPr>
        <w:pStyle w:val="CommentText"/>
        <w:rPr>
          <w:rFonts w:asciiTheme="minorHAnsi" w:hAnsiTheme="minorHAnsi" w:cstheme="minorHAnsi"/>
          <w:b/>
        </w:rPr>
      </w:pPr>
    </w:p>
    <w:p w14:paraId="6EF7D23B" w14:textId="162BE6BB" w:rsidR="003117E4" w:rsidRDefault="003117E4">
      <w:pPr>
        <w:pStyle w:val="CommentText"/>
        <w:rPr>
          <w:rFonts w:asciiTheme="minorHAnsi" w:hAnsiTheme="minorHAnsi" w:cstheme="minorHAnsi"/>
          <w:b/>
        </w:rPr>
      </w:pPr>
    </w:p>
    <w:p w14:paraId="2D3F5D11" w14:textId="72E21370" w:rsidR="00C80702" w:rsidRDefault="00C80702">
      <w:pPr>
        <w:pStyle w:val="CommentText"/>
        <w:rPr>
          <w:rFonts w:asciiTheme="minorHAnsi" w:hAnsiTheme="minorHAnsi" w:cstheme="minorHAnsi"/>
          <w:b/>
        </w:rPr>
      </w:pPr>
    </w:p>
    <w:p w14:paraId="6610ADB7" w14:textId="28E53367" w:rsidR="00C80702" w:rsidRDefault="00C80702">
      <w:pPr>
        <w:pStyle w:val="CommentText"/>
        <w:rPr>
          <w:rFonts w:asciiTheme="minorHAnsi" w:hAnsiTheme="minorHAnsi" w:cstheme="minorHAnsi"/>
          <w:b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80702" w:rsidRPr="00307A0C" w14:paraId="0511D3A0" w14:textId="77777777" w:rsidTr="008A7919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6A13567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518AA0BC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E4530DA" w14:textId="77777777" w:rsidR="00C80702" w:rsidRPr="00277E03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F6FEBE4" w14:textId="77777777" w:rsidR="00C80702" w:rsidRPr="00277E03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13B97BB9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4DCC1F47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2AD8D40A" w14:textId="77777777" w:rsidR="00C80702" w:rsidRPr="00307A0C" w:rsidRDefault="00C80702" w:rsidP="008A7919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5B4B5707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745687BF" w14:textId="77777777" w:rsidR="00C80702" w:rsidRPr="00307A0C" w:rsidRDefault="00C80702" w:rsidP="008A7919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36A2B348" w14:textId="77777777" w:rsidR="00C80702" w:rsidRPr="00307A0C" w:rsidRDefault="00C80702" w:rsidP="008A7919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1AC4A59A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80702" w:rsidRPr="00307A0C" w14:paraId="00DFDDE4" w14:textId="77777777" w:rsidTr="008A7919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17F049F7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8523BFA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5D3EF51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2E90B5E4" w14:textId="77777777" w:rsidR="00C80702" w:rsidRPr="00307A0C" w:rsidRDefault="00C80702" w:rsidP="008A791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009EBFE7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534ACC0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0D4258F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55B19BCA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19B2811B" w14:textId="77777777" w:rsidR="00C80702" w:rsidRPr="00307A0C" w:rsidRDefault="00C80702" w:rsidP="008A791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00FB1C9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25246914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C80702" w:rsidRPr="00307A0C" w14:paraId="312EE0E8" w14:textId="77777777" w:rsidTr="008A7919">
        <w:trPr>
          <w:cantSplit/>
          <w:jc w:val="center"/>
        </w:trPr>
        <w:tc>
          <w:tcPr>
            <w:tcW w:w="1982" w:type="dxa"/>
          </w:tcPr>
          <w:p w14:paraId="472C2217" w14:textId="20EDE036" w:rsidR="00C80702" w:rsidRPr="00EA31C0" w:rsidRDefault="00790933" w:rsidP="008A7919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TRAVELLING TOGETHER IN VEHICLES </w:t>
            </w:r>
          </w:p>
        </w:tc>
        <w:tc>
          <w:tcPr>
            <w:tcW w:w="1991" w:type="dxa"/>
          </w:tcPr>
          <w:p w14:paraId="03249E72" w14:textId="77777777" w:rsidR="00C80702" w:rsidRPr="00EA31C0" w:rsidRDefault="00C80702" w:rsidP="008A7919">
            <w:pPr>
              <w:rPr>
                <w:rFonts w:asciiTheme="minorHAnsi" w:hAnsiTheme="minorHAnsi" w:cstheme="minorHAnsi"/>
                <w:b/>
                <w:bCs/>
              </w:rPr>
            </w:pPr>
            <w:r w:rsidRPr="00EA31C0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2EDF1B2F" w14:textId="77777777" w:rsidR="00C80702" w:rsidRPr="00EA31C0" w:rsidRDefault="00C80702" w:rsidP="008A791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022B484" w14:textId="77777777" w:rsidR="00C80702" w:rsidRPr="00EA31C0" w:rsidRDefault="00C80702" w:rsidP="008A7919">
            <w:pPr>
              <w:rPr>
                <w:rFonts w:asciiTheme="minorHAnsi" w:hAnsiTheme="minorHAnsi" w:cstheme="minorHAnsi"/>
                <w:b/>
                <w:bCs/>
              </w:rPr>
            </w:pPr>
            <w:r w:rsidRPr="00EA31C0">
              <w:rPr>
                <w:rFonts w:asciiTheme="minorHAnsi" w:hAnsiTheme="minorHAnsi" w:cstheme="minorHAnsi"/>
                <w:b/>
                <w:bCs/>
              </w:rPr>
              <w:t>Direct contact with a person whilst they are infectious</w:t>
            </w:r>
          </w:p>
          <w:p w14:paraId="0E73FFA7" w14:textId="77777777" w:rsidR="00C80702" w:rsidRPr="00EA31C0" w:rsidRDefault="00C80702" w:rsidP="008A791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3235907" w14:textId="51EB5151" w:rsidR="00C80702" w:rsidRDefault="00C80702" w:rsidP="008A7919">
            <w:pPr>
              <w:rPr>
                <w:rFonts w:asciiTheme="minorHAnsi" w:hAnsiTheme="minorHAnsi" w:cstheme="minorHAnsi"/>
                <w:b/>
                <w:bCs/>
              </w:rPr>
            </w:pPr>
            <w:r w:rsidRPr="00EA31C0">
              <w:rPr>
                <w:rFonts w:asciiTheme="minorHAnsi" w:hAnsiTheme="minorHAnsi" w:cstheme="minorHAnsi"/>
                <w:b/>
                <w:bCs/>
              </w:rPr>
              <w:t>Touching objects or surfaces contaminated</w:t>
            </w:r>
          </w:p>
          <w:p w14:paraId="4B9B7A13" w14:textId="26A70917" w:rsidR="00E40FAA" w:rsidRDefault="00E40FAA" w:rsidP="008A791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1147731" w14:textId="6407892D" w:rsidR="00E40FAA" w:rsidRPr="00EA31C0" w:rsidRDefault="00E40FAA" w:rsidP="008A7919">
            <w:pPr>
              <w:rPr>
                <w:rFonts w:asciiTheme="minorHAnsi" w:hAnsiTheme="minorHAnsi" w:cstheme="minorHAnsi"/>
                <w:b/>
                <w:bCs/>
              </w:rPr>
            </w:pPr>
            <w:r w:rsidRPr="00E40FAA">
              <w:rPr>
                <w:rFonts w:asciiTheme="minorHAnsi" w:hAnsiTheme="minorHAnsi" w:cstheme="minorHAnsi"/>
                <w:b/>
                <w:bCs/>
              </w:rPr>
              <w:t>Direct contact with persons unaware they are infected</w:t>
            </w:r>
          </w:p>
          <w:p w14:paraId="4E1B0D3A" w14:textId="77777777" w:rsidR="00C80702" w:rsidRPr="00EA31C0" w:rsidRDefault="00C80702" w:rsidP="008A7919">
            <w:pPr>
              <w:rPr>
                <w:rFonts w:asciiTheme="minorHAnsi" w:hAnsiTheme="minorHAnsi" w:cstheme="minorHAnsi"/>
              </w:rPr>
            </w:pPr>
          </w:p>
          <w:p w14:paraId="7ED73FEF" w14:textId="77777777" w:rsidR="00C80702" w:rsidRPr="00EA31C0" w:rsidRDefault="00C80702" w:rsidP="008A79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22BCBA2C" w14:textId="77777777" w:rsidR="00C80702" w:rsidRDefault="00C80702" w:rsidP="008A791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COVID-19</w:t>
            </w:r>
          </w:p>
          <w:p w14:paraId="3D3EF7AF" w14:textId="77777777" w:rsidR="00C80702" w:rsidRDefault="00C80702" w:rsidP="008A7919">
            <w:pPr>
              <w:rPr>
                <w:rFonts w:asciiTheme="minorHAnsi" w:hAnsiTheme="minorHAnsi" w:cstheme="minorHAnsi"/>
                <w:b/>
              </w:rPr>
            </w:pPr>
            <w:r w:rsidRPr="00A60BBD">
              <w:rPr>
                <w:rFonts w:asciiTheme="minorHAnsi" w:hAnsiTheme="minorHAnsi" w:cstheme="minorHAnsi"/>
                <w:b/>
              </w:rPr>
              <w:t>Risk of infection</w:t>
            </w:r>
          </w:p>
          <w:p w14:paraId="33B0DC47" w14:textId="77777777" w:rsidR="00C80702" w:rsidRDefault="00C80702" w:rsidP="008A7919">
            <w:pPr>
              <w:rPr>
                <w:rFonts w:asciiTheme="minorHAnsi" w:hAnsiTheme="minorHAnsi" w:cstheme="minorHAnsi"/>
                <w:b/>
              </w:rPr>
            </w:pPr>
          </w:p>
          <w:p w14:paraId="22FF5242" w14:textId="77777777" w:rsidR="00C80702" w:rsidRDefault="00C80702" w:rsidP="008A791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Site staff</w:t>
            </w:r>
          </w:p>
          <w:p w14:paraId="380365E0" w14:textId="77777777" w:rsidR="00C80702" w:rsidRDefault="00C80702" w:rsidP="008A791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Delivery drivers</w:t>
            </w:r>
          </w:p>
          <w:p w14:paraId="7568092E" w14:textId="77777777" w:rsidR="00C80702" w:rsidRDefault="00C80702" w:rsidP="008A791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Contract workers</w:t>
            </w:r>
          </w:p>
          <w:p w14:paraId="33351C81" w14:textId="77777777" w:rsidR="00C80702" w:rsidRPr="00EA31C0" w:rsidRDefault="00C80702" w:rsidP="008A791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Office staff</w:t>
            </w:r>
          </w:p>
        </w:tc>
        <w:tc>
          <w:tcPr>
            <w:tcW w:w="426" w:type="dxa"/>
            <w:vAlign w:val="center"/>
          </w:tcPr>
          <w:p w14:paraId="17933ED5" w14:textId="77777777" w:rsidR="00C80702" w:rsidRPr="00EA31C0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06DE2D2D" w14:textId="77777777" w:rsidR="00C80702" w:rsidRPr="00EA31C0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1477C8E1" w14:textId="77777777" w:rsidR="00C80702" w:rsidRPr="00EA31C0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2D588F03" w14:textId="719D4EF0" w:rsidR="00E40FAA" w:rsidRDefault="00E40FAA" w:rsidP="00E40FAA">
            <w:pPr>
              <w:pStyle w:val="Header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Limit any direct skin to skin contact</w:t>
            </w:r>
          </w:p>
          <w:p w14:paraId="28D56F05" w14:textId="10266E0C" w:rsidR="00C80702" w:rsidRDefault="00C80702" w:rsidP="00E40FAA">
            <w:pPr>
              <w:pStyle w:val="Header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check must be completed with staff each day to check for signs of illness</w:t>
            </w:r>
          </w:p>
          <w:p w14:paraId="1A580B96" w14:textId="31C9F1EC" w:rsidR="00C80702" w:rsidRDefault="00C80702" w:rsidP="00E40FAA">
            <w:pPr>
              <w:pStyle w:val="Header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Double crewed vans must be cleaned inside and out before each </w:t>
            </w:r>
            <w:r w:rsidR="005332A7">
              <w:rPr>
                <w:rFonts w:ascii="Calibri" w:hAnsi="Calibri" w:cs="Calibri"/>
              </w:rPr>
              <w:t>journey</w:t>
            </w:r>
          </w:p>
          <w:p w14:paraId="11E10086" w14:textId="209CB4F7" w:rsidR="00C80702" w:rsidRDefault="00C80702" w:rsidP="00E40FAA">
            <w:pPr>
              <w:pStyle w:val="Header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Staff must </w:t>
            </w:r>
            <w:r w:rsidR="005332A7">
              <w:rPr>
                <w:rFonts w:ascii="Calibri" w:hAnsi="Calibri" w:cs="Calibri"/>
              </w:rPr>
              <w:t>wash</w:t>
            </w:r>
            <w:r>
              <w:rPr>
                <w:rFonts w:ascii="Calibri" w:hAnsi="Calibri" w:cs="Calibri"/>
              </w:rPr>
              <w:t xml:space="preserve"> their hands before entry and exit to the vehicle</w:t>
            </w:r>
          </w:p>
          <w:p w14:paraId="4294F2E8" w14:textId="5F8B0B5A" w:rsidR="00C80702" w:rsidRDefault="005332A7" w:rsidP="00E40FAA">
            <w:pPr>
              <w:pStyle w:val="Header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Passengers numbers</w:t>
            </w:r>
            <w:r w:rsidR="00E40FAA">
              <w:rPr>
                <w:rFonts w:ascii="Calibri" w:hAnsi="Calibri" w:cs="Calibri"/>
              </w:rPr>
              <w:t xml:space="preserve"> </w:t>
            </w:r>
            <w:r w:rsidR="00C80702">
              <w:rPr>
                <w:rFonts w:ascii="Calibri" w:hAnsi="Calibri" w:cs="Calibri"/>
              </w:rPr>
              <w:t>should be kept to a minimum</w:t>
            </w:r>
            <w:r w:rsidR="00E40FAA">
              <w:rPr>
                <w:rFonts w:ascii="Calibri" w:hAnsi="Calibri" w:cs="Calibri"/>
              </w:rPr>
              <w:t xml:space="preserve"> to allow staff to sit as far apart as possible</w:t>
            </w:r>
          </w:p>
          <w:p w14:paraId="1C8640DA" w14:textId="3E9E64F9" w:rsidR="00E40FAA" w:rsidRDefault="00E40FAA" w:rsidP="00E40FAA">
            <w:pPr>
              <w:pStyle w:val="Header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Provision of training to all staff, to ensure the procedure for putting on and removing PPE and RPE is fully </w:t>
            </w:r>
            <w:r w:rsidR="005332A7">
              <w:rPr>
                <w:rFonts w:ascii="Calibri" w:hAnsi="Calibri" w:cs="Calibri"/>
              </w:rPr>
              <w:t>understood</w:t>
            </w:r>
          </w:p>
          <w:p w14:paraId="76298E88" w14:textId="01836798" w:rsidR="00E40FAA" w:rsidRDefault="00E40FAA" w:rsidP="00E40FAA">
            <w:pPr>
              <w:pStyle w:val="Header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Open windows to improve airflow</w:t>
            </w:r>
          </w:p>
          <w:p w14:paraId="03D4C2D7" w14:textId="2A0951D4" w:rsidR="00C80702" w:rsidRPr="00EA31C0" w:rsidRDefault="00C80702" w:rsidP="00C80702">
            <w:pPr>
              <w:pStyle w:val="Header"/>
              <w:ind w:left="360"/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6142AC3E" w14:textId="77777777" w:rsidR="00C80702" w:rsidRDefault="00C80702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Staff must not attend work if they are showing any symptoms as described by PHE and or signs of cold and or flu</w:t>
            </w:r>
          </w:p>
          <w:p w14:paraId="7870DFB9" w14:textId="1FB7C4D5" w:rsidR="00C80702" w:rsidRDefault="00E40FAA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When cleaning, p</w:t>
            </w:r>
            <w:r w:rsidR="00C80702">
              <w:rPr>
                <w:rFonts w:cs="Calibri"/>
                <w:sz w:val="20"/>
                <w:szCs w:val="20"/>
              </w:rPr>
              <w:t>articular attention must be paid to high touch areas such as door handles, seating areas and driving controls</w:t>
            </w:r>
          </w:p>
          <w:p w14:paraId="57DB4587" w14:textId="3817ACA8" w:rsidR="00C80702" w:rsidRDefault="00C80702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Staff are advised not to eat drink</w:t>
            </w:r>
            <w:r w:rsidR="00E40FAA">
              <w:rPr>
                <w:rFonts w:cs="Calibri"/>
                <w:sz w:val="20"/>
                <w:szCs w:val="20"/>
              </w:rPr>
              <w:t>, or smoke/vape</w:t>
            </w:r>
            <w:r>
              <w:rPr>
                <w:rFonts w:cs="Calibri"/>
                <w:sz w:val="20"/>
                <w:szCs w:val="20"/>
              </w:rPr>
              <w:t xml:space="preserve"> in the car together.</w:t>
            </w:r>
          </w:p>
          <w:p w14:paraId="61DB6B93" w14:textId="77777777" w:rsidR="00C80702" w:rsidRDefault="00C80702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When travelling passengers should try to sit as far apart as possible</w:t>
            </w:r>
          </w:p>
          <w:p w14:paraId="0D14941A" w14:textId="25A3F0F0" w:rsidR="00E40FAA" w:rsidRDefault="00E40FAA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Wear appropriate RPE to further reduce any </w:t>
            </w:r>
            <w:r w:rsidR="005332A7">
              <w:rPr>
                <w:rFonts w:cs="Calibri"/>
                <w:sz w:val="20"/>
                <w:szCs w:val="20"/>
              </w:rPr>
              <w:t>residual</w:t>
            </w:r>
            <w:r>
              <w:rPr>
                <w:rFonts w:cs="Calibri"/>
                <w:sz w:val="20"/>
                <w:szCs w:val="20"/>
              </w:rPr>
              <w:t xml:space="preserve"> risk</w:t>
            </w:r>
          </w:p>
          <w:p w14:paraId="20718AC7" w14:textId="5B740ED1" w:rsidR="00E40FAA" w:rsidRDefault="00E40FAA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PPE must not be removed until travellers have left the vehicle and are at least 2 meters apart</w:t>
            </w:r>
          </w:p>
          <w:p w14:paraId="1003CDB6" w14:textId="20FE077E" w:rsidR="00E40FAA" w:rsidRDefault="005332A7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Used disposable</w:t>
            </w:r>
            <w:r w:rsidR="00E40FA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PPE, RPE</w:t>
            </w:r>
            <w:r w:rsidR="00E40FAA">
              <w:rPr>
                <w:rFonts w:cs="Calibri"/>
                <w:sz w:val="20"/>
                <w:szCs w:val="20"/>
              </w:rPr>
              <w:t xml:space="preserve"> and any rubbish from the vehicle should be disposed of as suspected waste.</w:t>
            </w:r>
          </w:p>
          <w:p w14:paraId="2567C5DE" w14:textId="77777777" w:rsidR="00E40FAA" w:rsidRDefault="00E40FAA" w:rsidP="00E40FAA">
            <w:pPr>
              <w:pStyle w:val="ListParagraph"/>
              <w:numPr>
                <w:ilvl w:val="0"/>
                <w:numId w:val="18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Double bag all waste and store for 72 hours in a secure area before diposing of as normal rubbish</w:t>
            </w:r>
          </w:p>
          <w:p w14:paraId="20217937" w14:textId="77777777" w:rsidR="00E40FAA" w:rsidRDefault="00E40FAA" w:rsidP="00E40FAA">
            <w:pPr>
              <w:rPr>
                <w:rFonts w:cs="Calibri"/>
              </w:rPr>
            </w:pPr>
          </w:p>
          <w:p w14:paraId="44B56CD5" w14:textId="77777777" w:rsidR="00E40FAA" w:rsidRDefault="00E40FAA" w:rsidP="00E40FAA">
            <w:pPr>
              <w:rPr>
                <w:rFonts w:cs="Calibri"/>
              </w:rPr>
            </w:pPr>
          </w:p>
          <w:p w14:paraId="3E5CBA38" w14:textId="3F33E3C2" w:rsidR="00E40FAA" w:rsidRPr="00E40FAA" w:rsidRDefault="00E40FAA" w:rsidP="00E40FAA">
            <w:pPr>
              <w:rPr>
                <w:rFonts w:cs="Calibri"/>
              </w:rPr>
            </w:pPr>
          </w:p>
        </w:tc>
        <w:tc>
          <w:tcPr>
            <w:tcW w:w="425" w:type="dxa"/>
            <w:vAlign w:val="center"/>
          </w:tcPr>
          <w:p w14:paraId="0660DAAD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4CB1DAA4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5E1D9D78" w14:textId="77777777" w:rsidR="00C80702" w:rsidRPr="00307A0C" w:rsidRDefault="00C80702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BF1BBCC" w14:textId="77777777" w:rsidR="00C80702" w:rsidRDefault="00C80702">
      <w:pPr>
        <w:pStyle w:val="CommentText"/>
        <w:rPr>
          <w:rFonts w:asciiTheme="minorHAnsi" w:hAnsiTheme="minorHAnsi" w:cstheme="minorHAnsi"/>
          <w:b/>
        </w:rPr>
      </w:pPr>
    </w:p>
    <w:p w14:paraId="1BF221A8" w14:textId="77777777" w:rsidR="003117E4" w:rsidRPr="00307A0C" w:rsidRDefault="003117E4">
      <w:pPr>
        <w:pStyle w:val="CommentText"/>
        <w:rPr>
          <w:rFonts w:asciiTheme="minorHAnsi" w:hAnsiTheme="minorHAnsi" w:cstheme="minorHAnsi"/>
          <w:b/>
        </w:rPr>
      </w:pPr>
    </w:p>
    <w:p w14:paraId="3482AAEC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207606FF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3E3DCF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7A03F7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9B0060F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0E54605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76BBD5C0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1F041FD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C46282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A7EA6E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7D68E44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D1C9B1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2D75EF9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0D6EB4F5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AF7178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244DE33E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5B1395AB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9619A4A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068C23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DEF1D0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938A09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C75393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820B897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A5648E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B36B94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0740A053" w14:textId="77777777" w:rsidTr="00EA31C0">
        <w:trPr>
          <w:cantSplit/>
          <w:trHeight w:val="8730"/>
          <w:jc w:val="center"/>
        </w:trPr>
        <w:tc>
          <w:tcPr>
            <w:tcW w:w="1982" w:type="dxa"/>
          </w:tcPr>
          <w:p w14:paraId="2B9E4C89" w14:textId="77777777" w:rsidR="00632DD1" w:rsidRDefault="000C6B50" w:rsidP="00864989">
            <w:pPr>
              <w:rPr>
                <w:rFonts w:ascii="Calibri" w:hAnsi="Calibri" w:cs="Calibri"/>
                <w:b/>
                <w:bCs/>
                <w:lang w:eastAsia="en-GB"/>
              </w:rPr>
            </w:pPr>
            <w:r w:rsidRPr="000C6B50">
              <w:rPr>
                <w:rFonts w:ascii="Calibri" w:hAnsi="Calibri" w:cs="Calibri"/>
                <w:b/>
                <w:bCs/>
                <w:lang w:eastAsia="en-GB"/>
              </w:rPr>
              <w:t>WORKING ON SITE</w:t>
            </w:r>
          </w:p>
          <w:p w14:paraId="6B20DE83" w14:textId="57AB13AF" w:rsidR="00356B30" w:rsidRPr="000C6B50" w:rsidRDefault="00356B30" w:rsidP="00864989">
            <w:pPr>
              <w:rPr>
                <w:rFonts w:ascii="Calibri" w:hAnsi="Calibri" w:cs="Calibri"/>
                <w:b/>
                <w:bCs/>
                <w:lang w:eastAsia="en-GB"/>
              </w:rPr>
            </w:pPr>
            <w:r>
              <w:rPr>
                <w:rFonts w:ascii="Calibri" w:hAnsi="Calibri" w:cs="Calibri"/>
                <w:b/>
                <w:bCs/>
                <w:lang w:eastAsia="en-GB"/>
              </w:rPr>
              <w:t>GENERAL</w:t>
            </w:r>
          </w:p>
        </w:tc>
        <w:tc>
          <w:tcPr>
            <w:tcW w:w="1991" w:type="dxa"/>
          </w:tcPr>
          <w:p w14:paraId="28BFBD48" w14:textId="7F1CFBAB" w:rsidR="000C6B50" w:rsidRDefault="000C6B50" w:rsidP="00137538">
            <w:pPr>
              <w:rPr>
                <w:rFonts w:asciiTheme="minorHAnsi" w:hAnsiTheme="minorHAnsi" w:cstheme="minorHAnsi"/>
              </w:rPr>
            </w:pPr>
            <w:r w:rsidRPr="00137538">
              <w:rPr>
                <w:rFonts w:asciiTheme="minorHAnsi" w:hAnsiTheme="minorHAnsi" w:cstheme="minorHAnsi"/>
              </w:rPr>
              <w:t>Direct contact with a person whilst they are infectious</w:t>
            </w:r>
          </w:p>
          <w:p w14:paraId="15EFDC97" w14:textId="2DEE3DEF" w:rsidR="00E40FAA" w:rsidRDefault="00E40FAA" w:rsidP="00137538">
            <w:pPr>
              <w:rPr>
                <w:rFonts w:asciiTheme="minorHAnsi" w:hAnsiTheme="minorHAnsi" w:cstheme="minorHAnsi"/>
              </w:rPr>
            </w:pPr>
          </w:p>
          <w:p w14:paraId="27CAD2B1" w14:textId="4CA94473" w:rsidR="00E40FAA" w:rsidRPr="00137538" w:rsidRDefault="00E40FAA" w:rsidP="001375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Direct contact with persons unaware they are infected</w:t>
            </w:r>
          </w:p>
          <w:p w14:paraId="12F37DC6" w14:textId="77777777" w:rsidR="00137538" w:rsidRDefault="00137538" w:rsidP="00137538">
            <w:pPr>
              <w:rPr>
                <w:rFonts w:asciiTheme="minorHAnsi" w:hAnsiTheme="minorHAnsi" w:cstheme="minorHAnsi"/>
              </w:rPr>
            </w:pPr>
          </w:p>
          <w:p w14:paraId="24CD5C63" w14:textId="77777777" w:rsidR="00632DD1" w:rsidRDefault="000C6B50" w:rsidP="00137538">
            <w:pPr>
              <w:rPr>
                <w:rFonts w:asciiTheme="minorHAnsi" w:hAnsiTheme="minorHAnsi" w:cstheme="minorHAnsi"/>
              </w:rPr>
            </w:pPr>
            <w:r w:rsidRPr="00137538">
              <w:rPr>
                <w:rFonts w:asciiTheme="minorHAnsi" w:hAnsiTheme="minorHAnsi" w:cstheme="minorHAnsi"/>
              </w:rPr>
              <w:t>Touching objects or surfaces contaminated from a cough or sneeze from a person with a confirmed infection, and then touching your mouth or face.</w:t>
            </w:r>
          </w:p>
          <w:p w14:paraId="3418D9A2" w14:textId="77777777" w:rsidR="00790933" w:rsidRDefault="00790933" w:rsidP="00137538">
            <w:pPr>
              <w:rPr>
                <w:rFonts w:asciiTheme="minorHAnsi" w:hAnsiTheme="minorHAnsi" w:cstheme="minorHAnsi"/>
              </w:rPr>
            </w:pPr>
          </w:p>
          <w:p w14:paraId="2F7B4BD7" w14:textId="77777777" w:rsidR="00790933" w:rsidRDefault="00790933" w:rsidP="001375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with contaminated materials</w:t>
            </w:r>
          </w:p>
          <w:p w14:paraId="6988FC08" w14:textId="77777777" w:rsidR="00790933" w:rsidRDefault="00790933" w:rsidP="00137538">
            <w:pPr>
              <w:rPr>
                <w:rFonts w:asciiTheme="minorHAnsi" w:hAnsiTheme="minorHAnsi" w:cstheme="minorHAnsi"/>
              </w:rPr>
            </w:pPr>
          </w:p>
          <w:p w14:paraId="67053AAD" w14:textId="1113977E" w:rsidR="00790933" w:rsidRPr="00137538" w:rsidRDefault="00790933" w:rsidP="001375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with contaminated tools</w:t>
            </w:r>
          </w:p>
        </w:tc>
        <w:tc>
          <w:tcPr>
            <w:tcW w:w="1558" w:type="dxa"/>
          </w:tcPr>
          <w:p w14:paraId="48CD6829" w14:textId="07B11EF5" w:rsidR="000C6B50" w:rsidRDefault="000C6B50" w:rsidP="000C6B5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COVID-19</w:t>
            </w:r>
          </w:p>
          <w:p w14:paraId="30FD543A" w14:textId="65485E55" w:rsidR="00A60BBD" w:rsidRDefault="00A60BBD" w:rsidP="000C6B50">
            <w:pPr>
              <w:rPr>
                <w:rFonts w:asciiTheme="minorHAnsi" w:hAnsiTheme="minorHAnsi" w:cstheme="minorHAnsi"/>
                <w:b/>
              </w:rPr>
            </w:pPr>
            <w:r w:rsidRPr="00A60BBD">
              <w:rPr>
                <w:rFonts w:asciiTheme="minorHAnsi" w:hAnsiTheme="minorHAnsi" w:cstheme="minorHAnsi"/>
                <w:b/>
              </w:rPr>
              <w:t>Risk of infection</w:t>
            </w:r>
          </w:p>
          <w:p w14:paraId="293992D3" w14:textId="77777777" w:rsidR="000C6B50" w:rsidRDefault="000C6B50" w:rsidP="000C6B50">
            <w:pPr>
              <w:rPr>
                <w:rFonts w:asciiTheme="minorHAnsi" w:hAnsiTheme="minorHAnsi" w:cstheme="minorHAnsi"/>
                <w:b/>
              </w:rPr>
            </w:pPr>
          </w:p>
          <w:p w14:paraId="51A7A2D9" w14:textId="77777777" w:rsidR="000C6B50" w:rsidRDefault="000C6B50" w:rsidP="000C6B5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Site staff</w:t>
            </w:r>
          </w:p>
          <w:p w14:paraId="4F8904AC" w14:textId="77777777" w:rsidR="000C6B50" w:rsidRDefault="000C6B50" w:rsidP="000C6B5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Delivery drivers</w:t>
            </w:r>
          </w:p>
          <w:p w14:paraId="45CF65E1" w14:textId="77777777" w:rsidR="000C6B50" w:rsidRDefault="000C6B50" w:rsidP="000C6B5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Contract workers</w:t>
            </w:r>
          </w:p>
          <w:p w14:paraId="4EA8FF0D" w14:textId="05B57A55" w:rsidR="000C6B50" w:rsidRPr="000C6B50" w:rsidRDefault="000C6B50" w:rsidP="000C6B5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Office staff</w:t>
            </w:r>
          </w:p>
        </w:tc>
        <w:tc>
          <w:tcPr>
            <w:tcW w:w="426" w:type="dxa"/>
            <w:vAlign w:val="center"/>
          </w:tcPr>
          <w:p w14:paraId="444D6765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6884671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A735EDB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2BE448FC" w14:textId="1B57C5B8" w:rsidR="00FA2C1D" w:rsidRDefault="00FA2C1D" w:rsidP="000C6B5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Checks to be completed with each site manager to identify the specific site requirements in relation to COVID</w:t>
            </w:r>
          </w:p>
          <w:p w14:paraId="1DA5B107" w14:textId="084721B1" w:rsidR="00356B30" w:rsidRDefault="000C6B50" w:rsidP="000C6B5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C6B50">
              <w:rPr>
                <w:rFonts w:asciiTheme="minorHAnsi" w:hAnsiTheme="minorHAnsi" w:cstheme="minorHAnsi"/>
              </w:rPr>
              <w:t xml:space="preserve">Practise and promote frequent handwashing throughout your shift. </w:t>
            </w:r>
          </w:p>
          <w:p w14:paraId="478627FC" w14:textId="5123CC3D" w:rsidR="000C6B50" w:rsidRDefault="000C6B50" w:rsidP="000C6B5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C6B50">
              <w:rPr>
                <w:rFonts w:asciiTheme="minorHAnsi" w:hAnsiTheme="minorHAnsi" w:cstheme="minorHAnsi"/>
              </w:rPr>
              <w:t xml:space="preserve">When hand washing facilities are not readily </w:t>
            </w:r>
            <w:r w:rsidR="00FA2C1D">
              <w:rPr>
                <w:rFonts w:asciiTheme="minorHAnsi" w:hAnsiTheme="minorHAnsi" w:cstheme="minorHAnsi"/>
              </w:rPr>
              <w:t>available,</w:t>
            </w:r>
            <w:r w:rsidRPr="000C6B50">
              <w:rPr>
                <w:rFonts w:asciiTheme="minorHAnsi" w:hAnsiTheme="minorHAnsi" w:cstheme="minorHAnsi"/>
              </w:rPr>
              <w:t xml:space="preserve"> alcohol-based hand rub is recommended. </w:t>
            </w:r>
          </w:p>
          <w:p w14:paraId="1E74BE6B" w14:textId="4EA9148C" w:rsidR="000C6B50" w:rsidRPr="000C6B50" w:rsidRDefault="000C6B50" w:rsidP="000C6B5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C6B50">
              <w:rPr>
                <w:rFonts w:asciiTheme="minorHAnsi" w:hAnsiTheme="minorHAnsi" w:cstheme="minorHAnsi"/>
              </w:rPr>
              <w:t>Use according to instructions or receive advice from your supervisor.</w:t>
            </w:r>
          </w:p>
          <w:p w14:paraId="73D12E0E" w14:textId="77777777" w:rsidR="00356B30" w:rsidRDefault="000C6B50" w:rsidP="000C6B5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C6B50">
              <w:rPr>
                <w:rFonts w:asciiTheme="minorHAnsi" w:hAnsiTheme="minorHAnsi" w:cstheme="minorHAnsi"/>
              </w:rPr>
              <w:t xml:space="preserve">If you are regularly handling </w:t>
            </w:r>
            <w:r w:rsidR="00356B30">
              <w:rPr>
                <w:rFonts w:asciiTheme="minorHAnsi" w:hAnsiTheme="minorHAnsi" w:cstheme="minorHAnsi"/>
              </w:rPr>
              <w:t>materials</w:t>
            </w:r>
            <w:r w:rsidRPr="000C6B50">
              <w:rPr>
                <w:rFonts w:asciiTheme="minorHAnsi" w:hAnsiTheme="minorHAnsi" w:cstheme="minorHAnsi"/>
              </w:rPr>
              <w:t xml:space="preserve">, it is good practice to </w:t>
            </w:r>
            <w:r w:rsidR="00356B30">
              <w:rPr>
                <w:rFonts w:asciiTheme="minorHAnsi" w:hAnsiTheme="minorHAnsi" w:cstheme="minorHAnsi"/>
              </w:rPr>
              <w:t xml:space="preserve">wear gloves and </w:t>
            </w:r>
            <w:r w:rsidRPr="000C6B50">
              <w:rPr>
                <w:rFonts w:asciiTheme="minorHAnsi" w:hAnsiTheme="minorHAnsi" w:cstheme="minorHAnsi"/>
              </w:rPr>
              <w:t xml:space="preserve">use hand sanitiser regularly </w:t>
            </w:r>
          </w:p>
          <w:p w14:paraId="72B975AB" w14:textId="77777777" w:rsidR="00EA31C0" w:rsidRDefault="00356B30" w:rsidP="00EA31C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0C6B50" w:rsidRPr="000C6B50">
              <w:rPr>
                <w:rFonts w:asciiTheme="minorHAnsi" w:hAnsiTheme="minorHAnsi" w:cstheme="minorHAnsi"/>
              </w:rPr>
              <w:t>void touching your face unless your hands are clean.</w:t>
            </w:r>
          </w:p>
          <w:p w14:paraId="40082551" w14:textId="77777777" w:rsidR="00EA31C0" w:rsidRDefault="00EA31C0" w:rsidP="00EA31C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>Stay 2 metres or more away from other workers</w:t>
            </w:r>
          </w:p>
          <w:p w14:paraId="1D8F6C21" w14:textId="77777777" w:rsidR="00EA31C0" w:rsidRDefault="00EA31C0" w:rsidP="00EA31C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>Practise and promote good respiratory (cough) etiquette.</w:t>
            </w:r>
          </w:p>
          <w:p w14:paraId="147DBA69" w14:textId="77777777" w:rsidR="00EA31C0" w:rsidRDefault="00EA31C0" w:rsidP="00EA31C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>Where possible avoid the use of other contractors’ tools and equipment</w:t>
            </w:r>
          </w:p>
          <w:p w14:paraId="5B7AA43F" w14:textId="77777777" w:rsidR="00632DD1" w:rsidRDefault="00EA31C0" w:rsidP="00EA31C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>Where this is not possible, regular cleaning of the tools and equipment with an antibacterial wipe should be completed</w:t>
            </w:r>
          </w:p>
          <w:p w14:paraId="21976760" w14:textId="77777777" w:rsidR="00AC76CD" w:rsidRDefault="00AC76CD" w:rsidP="00EA31C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If you do have to work together limit time and wear appropriate PPE/RPE</w:t>
            </w:r>
          </w:p>
          <w:p w14:paraId="770AC34F" w14:textId="618161B7" w:rsidR="00AC76CD" w:rsidRPr="00EA31C0" w:rsidRDefault="00AC76CD" w:rsidP="00EA31C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Ensure you move 2 metres apart before removal of </w:t>
            </w:r>
            <w:r w:rsidR="005332A7">
              <w:rPr>
                <w:rFonts w:asciiTheme="minorHAnsi" w:hAnsiTheme="minorHAnsi" w:cstheme="minorHAnsi"/>
              </w:rPr>
              <w:t>RPE</w:t>
            </w:r>
            <w:r>
              <w:rPr>
                <w:rFonts w:asciiTheme="minorHAnsi" w:hAnsiTheme="minorHAnsi" w:cstheme="minorHAnsi"/>
              </w:rPr>
              <w:t xml:space="preserve">, gloves </w:t>
            </w:r>
            <w:r w:rsidR="005332A7">
              <w:rPr>
                <w:rFonts w:asciiTheme="minorHAnsi" w:hAnsiTheme="minorHAnsi" w:cstheme="minorHAnsi"/>
              </w:rPr>
              <w:t>etc</w:t>
            </w:r>
          </w:p>
        </w:tc>
        <w:tc>
          <w:tcPr>
            <w:tcW w:w="3117" w:type="dxa"/>
          </w:tcPr>
          <w:p w14:paraId="78890EF4" w14:textId="77777777" w:rsidR="00632DD1" w:rsidRDefault="000C6B50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C6B50">
              <w:rPr>
                <w:rFonts w:asciiTheme="minorHAnsi" w:hAnsiTheme="minorHAnsi" w:cstheme="minorHAnsi"/>
                <w:sz w:val="20"/>
                <w:szCs w:val="20"/>
              </w:rPr>
              <w:t>Undertake appropriate cleaning and disinfection activities.</w:t>
            </w:r>
          </w:p>
          <w:p w14:paraId="502ADCC8" w14:textId="0D26B43F" w:rsidR="00356B30" w:rsidRDefault="00356B30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Use information posters to promote good hand hygiene</w:t>
            </w:r>
          </w:p>
          <w:p w14:paraId="3A5DCB01" w14:textId="77777777" w:rsidR="00356B30" w:rsidRDefault="00265818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the use of disposable gloves in high risk areas</w:t>
            </w:r>
          </w:p>
          <w:p w14:paraId="3E2A1F6F" w14:textId="618F76FD" w:rsidR="00265818" w:rsidRDefault="00265818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</w:t>
            </w:r>
            <w:r w:rsidR="00A21318">
              <w:rPr>
                <w:rFonts w:asciiTheme="minorHAnsi" w:hAnsiTheme="minorHAnsi" w:cstheme="minorHAnsi"/>
                <w:sz w:val="20"/>
                <w:szCs w:val="20"/>
              </w:rPr>
              <w:t>one-way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pedestrian routes on n site where possible to keep the </w:t>
            </w:r>
            <w:r w:rsidR="00A21318">
              <w:rPr>
                <w:rFonts w:asciiTheme="minorHAnsi" w:hAnsiTheme="minorHAnsi" w:cstheme="minorHAnsi"/>
                <w:sz w:val="20"/>
                <w:szCs w:val="20"/>
              </w:rPr>
              <w:t>2-meter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distance rule</w:t>
            </w:r>
          </w:p>
          <w:p w14:paraId="1C13432A" w14:textId="7441B296" w:rsidR="00265818" w:rsidRDefault="00265818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not wear your </w:t>
            </w:r>
            <w:r w:rsidRPr="00265818">
              <w:rPr>
                <w:rFonts w:asciiTheme="minorHAnsi" w:hAnsiTheme="minorHAnsi" w:cstheme="minorHAnsi"/>
                <w:sz w:val="20"/>
                <w:szCs w:val="20"/>
              </w:rPr>
              <w:t xml:space="preserve">PPE off-site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reusable </w:t>
            </w:r>
            <w:r w:rsidR="00A21318">
              <w:rPr>
                <w:rFonts w:asciiTheme="minorHAnsi" w:hAnsiTheme="minorHAnsi" w:cstheme="minorHAnsi"/>
                <w:sz w:val="20"/>
                <w:szCs w:val="20"/>
              </w:rPr>
              <w:t>PPE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A21318">
              <w:rPr>
                <w:rFonts w:asciiTheme="minorHAnsi" w:hAnsiTheme="minorHAnsi" w:cstheme="minorHAnsi"/>
                <w:sz w:val="20"/>
                <w:szCs w:val="20"/>
              </w:rPr>
              <w:t>RPE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must be</w:t>
            </w:r>
            <w:r w:rsidRPr="00265818">
              <w:rPr>
                <w:rFonts w:asciiTheme="minorHAnsi" w:hAnsiTheme="minorHAnsi" w:cstheme="minorHAnsi"/>
                <w:sz w:val="20"/>
                <w:szCs w:val="20"/>
              </w:rPr>
              <w:t xml:space="preserve"> return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ed</w:t>
            </w:r>
            <w:r w:rsidRPr="00265818">
              <w:rPr>
                <w:rFonts w:asciiTheme="minorHAnsi" w:hAnsiTheme="minorHAnsi" w:cstheme="minorHAnsi"/>
                <w:sz w:val="20"/>
                <w:szCs w:val="20"/>
              </w:rPr>
              <w:t xml:space="preserve"> to the appropriate storage place after use.</w:t>
            </w:r>
          </w:p>
          <w:p w14:paraId="707AB551" w14:textId="65F02D91" w:rsidR="00A21318" w:rsidRDefault="00265818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Reusable PPE/RPE must be wiped down </w:t>
            </w:r>
            <w:r w:rsidR="00A21318">
              <w:rPr>
                <w:rFonts w:asciiTheme="minorHAnsi" w:hAnsiTheme="minorHAnsi" w:cstheme="minorHAnsi"/>
                <w:sz w:val="20"/>
                <w:szCs w:val="20"/>
              </w:rPr>
              <w:t>using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 </w:t>
            </w:r>
            <w:r w:rsidR="00A21318">
              <w:rPr>
                <w:rFonts w:asciiTheme="minorHAnsi" w:hAnsiTheme="minorHAnsi" w:cstheme="minorHAnsi"/>
                <w:sz w:val="20"/>
                <w:szCs w:val="20"/>
              </w:rPr>
              <w:t>antibacterial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wipe</w:t>
            </w:r>
          </w:p>
          <w:p w14:paraId="4802F2E0" w14:textId="061E0D92" w:rsidR="00A21318" w:rsidRDefault="00A21318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Regular checks for any signs of dermatitis to be conducted</w:t>
            </w:r>
          </w:p>
          <w:p w14:paraId="142DB5D6" w14:textId="77777777" w:rsidR="00EA31C0" w:rsidRDefault="00EA31C0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Moisturising cream to be provided</w:t>
            </w:r>
          </w:p>
          <w:p w14:paraId="38A58A57" w14:textId="77777777" w:rsidR="00EA31C0" w:rsidRDefault="00EA31C0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Cleaning of personal equipment on a frequent basis is advised</w:t>
            </w:r>
          </w:p>
          <w:p w14:paraId="41B8FCE7" w14:textId="77777777" w:rsidR="00EA31C0" w:rsidRDefault="00EA31C0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When cleaning site workers are reminded to include items such as mobile phones, tablets and any other communication devices.</w:t>
            </w:r>
          </w:p>
          <w:p w14:paraId="70CB06D4" w14:textId="77777777" w:rsidR="00EA31C0" w:rsidRDefault="00EA31C0" w:rsidP="00EA31C0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Appropriate and working fire alarm systems must be in place and maintained as per regulations</w:t>
            </w:r>
          </w:p>
          <w:p w14:paraId="72F3A009" w14:textId="0828CCE7" w:rsidR="00EA31C0" w:rsidRPr="00EA31C0" w:rsidRDefault="00EA31C0" w:rsidP="00EA31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074F80AB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007DC4B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189AD741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B44A4A5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4A8148EA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36D3A2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405C35A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C82C832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046E40E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2AA7C846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1BB017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E3327FC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0B91E9E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77C64C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D8136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123EE7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19B10CB1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5CD71D7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3930E2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B924AB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6499EA2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157776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38CA05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4F0992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D303BB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E6EDCEE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E1E51F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1C3AE00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2B2EAABE" w14:textId="77777777" w:rsidTr="00D86014">
        <w:trPr>
          <w:cantSplit/>
          <w:jc w:val="center"/>
        </w:trPr>
        <w:tc>
          <w:tcPr>
            <w:tcW w:w="1982" w:type="dxa"/>
          </w:tcPr>
          <w:p w14:paraId="472ED1EA" w14:textId="6AFD94CE" w:rsidR="00632DD1" w:rsidRDefault="000C6B50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6B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ON SITE</w:t>
            </w:r>
          </w:p>
          <w:p w14:paraId="384092DB" w14:textId="6BBE3112" w:rsidR="000C6B50" w:rsidRPr="000C6B50" w:rsidRDefault="00790933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Cont.</w:t>
            </w:r>
          </w:p>
        </w:tc>
        <w:tc>
          <w:tcPr>
            <w:tcW w:w="1991" w:type="dxa"/>
          </w:tcPr>
          <w:p w14:paraId="391F6F3B" w14:textId="77777777" w:rsidR="00A21318" w:rsidRPr="00A21318" w:rsidRDefault="00A21318" w:rsidP="00A21318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3142986F" w14:textId="77777777" w:rsidR="00632DD1" w:rsidRDefault="00356B30" w:rsidP="00A21318">
            <w:pPr>
              <w:rPr>
                <w:rFonts w:asciiTheme="minorHAnsi" w:hAnsiTheme="minorHAnsi" w:cstheme="minorHAnsi"/>
              </w:rPr>
            </w:pPr>
            <w:r w:rsidRPr="00A21318">
              <w:rPr>
                <w:rFonts w:asciiTheme="minorHAnsi" w:hAnsiTheme="minorHAnsi" w:cstheme="minorHAnsi"/>
              </w:rPr>
              <w:t>Contact with droplets if a person with a confirmed infection coughs or sneezes</w:t>
            </w:r>
          </w:p>
          <w:p w14:paraId="109F0FE1" w14:textId="77777777" w:rsidR="00A21318" w:rsidRDefault="00A21318" w:rsidP="00A21318">
            <w:pPr>
              <w:rPr>
                <w:rFonts w:asciiTheme="minorHAnsi" w:hAnsiTheme="minorHAnsi" w:cstheme="minorHAnsi"/>
              </w:rPr>
            </w:pPr>
          </w:p>
          <w:p w14:paraId="7798BDCE" w14:textId="6724CC42" w:rsidR="00A21318" w:rsidRDefault="00A21318" w:rsidP="00A213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with contaminated tools and equipment</w:t>
            </w:r>
          </w:p>
          <w:p w14:paraId="09BCFE76" w14:textId="327A995C" w:rsidR="002919CF" w:rsidRDefault="002919CF" w:rsidP="00A21318">
            <w:pPr>
              <w:rPr>
                <w:rFonts w:asciiTheme="minorHAnsi" w:hAnsiTheme="minorHAnsi" w:cstheme="minorHAnsi"/>
              </w:rPr>
            </w:pPr>
          </w:p>
          <w:p w14:paraId="245A2382" w14:textId="3D4954E3" w:rsidR="002919CF" w:rsidRDefault="002919CF" w:rsidP="00A21318">
            <w:pPr>
              <w:rPr>
                <w:rFonts w:asciiTheme="minorHAnsi" w:hAnsiTheme="minorHAnsi" w:cstheme="minorHAnsi"/>
              </w:rPr>
            </w:pPr>
            <w:r w:rsidRPr="002919CF">
              <w:rPr>
                <w:rFonts w:asciiTheme="minorHAnsi" w:hAnsiTheme="minorHAnsi" w:cstheme="minorHAnsi"/>
              </w:rPr>
              <w:t xml:space="preserve">Flammable </w:t>
            </w:r>
            <w:r w:rsidR="0034608E" w:rsidRPr="002919CF">
              <w:rPr>
                <w:rFonts w:asciiTheme="minorHAnsi" w:hAnsiTheme="minorHAnsi" w:cstheme="minorHAnsi"/>
              </w:rPr>
              <w:t>alcohol-based</w:t>
            </w:r>
            <w:r w:rsidRPr="002919CF">
              <w:rPr>
                <w:rFonts w:asciiTheme="minorHAnsi" w:hAnsiTheme="minorHAnsi" w:cstheme="minorHAnsi"/>
              </w:rPr>
              <w:t xml:space="preserve"> hand sanitiser</w:t>
            </w:r>
          </w:p>
          <w:p w14:paraId="2A00DFCB" w14:textId="77777777" w:rsidR="002919CF" w:rsidRDefault="002919CF" w:rsidP="00A21318">
            <w:pPr>
              <w:rPr>
                <w:rFonts w:asciiTheme="minorHAnsi" w:hAnsiTheme="minorHAnsi" w:cstheme="minorHAnsi"/>
              </w:rPr>
            </w:pPr>
          </w:p>
          <w:p w14:paraId="204EAA03" w14:textId="39B6845E" w:rsidR="002919CF" w:rsidRPr="00A21318" w:rsidRDefault="002919CF" w:rsidP="00A213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2A62038C" w14:textId="3AB61ED8" w:rsidR="00356B30" w:rsidRDefault="00356B30" w:rsidP="00356B30">
            <w:pPr>
              <w:rPr>
                <w:rFonts w:asciiTheme="minorHAnsi" w:hAnsiTheme="minorHAnsi" w:cstheme="minorHAnsi"/>
                <w:b/>
                <w:bCs/>
              </w:rPr>
            </w:pPr>
            <w:r w:rsidRPr="00356B30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77CA0BDF" w14:textId="32B9194C" w:rsidR="00A60BBD" w:rsidRDefault="00A60BBD" w:rsidP="00356B3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0EBFABAE" w14:textId="6A29EE3A" w:rsidR="002919CF" w:rsidRDefault="002919CF" w:rsidP="00356B3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5A513DD" w14:textId="75FCA446" w:rsidR="002919CF" w:rsidRPr="00356B30" w:rsidRDefault="002919CF" w:rsidP="00356B3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Fire</w:t>
            </w:r>
          </w:p>
          <w:p w14:paraId="0D2ED453" w14:textId="77777777" w:rsidR="00356B30" w:rsidRPr="00356B30" w:rsidRDefault="00356B30" w:rsidP="00356B3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8942C0C" w14:textId="77777777" w:rsidR="00356B30" w:rsidRPr="00356B30" w:rsidRDefault="00356B30" w:rsidP="00356B30">
            <w:pPr>
              <w:rPr>
                <w:rFonts w:asciiTheme="minorHAnsi" w:hAnsiTheme="minorHAnsi" w:cstheme="minorHAnsi"/>
                <w:b/>
                <w:bCs/>
              </w:rPr>
            </w:pPr>
            <w:r w:rsidRPr="00356B30">
              <w:rPr>
                <w:rFonts w:asciiTheme="minorHAnsi" w:hAnsiTheme="minorHAnsi" w:cstheme="minorHAnsi"/>
                <w:b/>
                <w:bCs/>
              </w:rPr>
              <w:t>Site staff</w:t>
            </w:r>
          </w:p>
          <w:p w14:paraId="476AB588" w14:textId="77777777" w:rsidR="00356B30" w:rsidRPr="00356B30" w:rsidRDefault="00356B30" w:rsidP="00356B30">
            <w:pPr>
              <w:rPr>
                <w:rFonts w:asciiTheme="minorHAnsi" w:hAnsiTheme="minorHAnsi" w:cstheme="minorHAnsi"/>
                <w:b/>
                <w:bCs/>
              </w:rPr>
            </w:pPr>
            <w:r w:rsidRPr="00356B30">
              <w:rPr>
                <w:rFonts w:asciiTheme="minorHAnsi" w:hAnsiTheme="minorHAnsi" w:cstheme="minorHAnsi"/>
                <w:b/>
                <w:bCs/>
              </w:rPr>
              <w:t>Delivery drivers</w:t>
            </w:r>
          </w:p>
          <w:p w14:paraId="63C2EED5" w14:textId="77777777" w:rsidR="00356B30" w:rsidRPr="00356B30" w:rsidRDefault="00356B30" w:rsidP="00356B30">
            <w:pPr>
              <w:rPr>
                <w:rFonts w:asciiTheme="minorHAnsi" w:hAnsiTheme="minorHAnsi" w:cstheme="minorHAnsi"/>
                <w:b/>
                <w:bCs/>
              </w:rPr>
            </w:pPr>
            <w:r w:rsidRPr="00356B30">
              <w:rPr>
                <w:rFonts w:asciiTheme="minorHAnsi" w:hAnsiTheme="minorHAnsi" w:cstheme="minorHAnsi"/>
                <w:b/>
                <w:bCs/>
              </w:rPr>
              <w:t>Contract workers</w:t>
            </w:r>
          </w:p>
          <w:p w14:paraId="04DCEF63" w14:textId="485145B5" w:rsidR="00632DD1" w:rsidRPr="00356B30" w:rsidRDefault="00356B30" w:rsidP="00356B30">
            <w:pPr>
              <w:rPr>
                <w:rFonts w:asciiTheme="minorHAnsi" w:hAnsiTheme="minorHAnsi" w:cstheme="minorHAnsi"/>
              </w:rPr>
            </w:pPr>
            <w:r w:rsidRPr="00356B30">
              <w:rPr>
                <w:rFonts w:asciiTheme="minorHAnsi" w:hAnsiTheme="minorHAnsi" w:cstheme="minorHAnsi"/>
                <w:b/>
                <w:bCs/>
              </w:rPr>
              <w:t>Office staff</w:t>
            </w:r>
          </w:p>
        </w:tc>
        <w:tc>
          <w:tcPr>
            <w:tcW w:w="426" w:type="dxa"/>
            <w:vAlign w:val="center"/>
          </w:tcPr>
          <w:p w14:paraId="2AD86895" w14:textId="77777777" w:rsidR="00632DD1" w:rsidRPr="000C6B5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4B30D7C5" w14:textId="77777777" w:rsidR="00632DD1" w:rsidRPr="000C6B5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2BD290E3" w14:textId="77777777" w:rsidR="00632DD1" w:rsidRPr="000C6B5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4D763AD4" w14:textId="105A75D5" w:rsidR="0079775D" w:rsidRDefault="0079775D" w:rsidP="00265818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Ensure appropriate first aid facilities are </w:t>
            </w:r>
            <w:r w:rsidR="00C83E97">
              <w:rPr>
                <w:rFonts w:asciiTheme="minorHAnsi" w:hAnsiTheme="minorHAnsi" w:cstheme="minorHAnsi"/>
              </w:rPr>
              <w:t>available in</w:t>
            </w:r>
            <w:r>
              <w:rPr>
                <w:rFonts w:asciiTheme="minorHAnsi" w:hAnsiTheme="minorHAnsi" w:cstheme="minorHAnsi"/>
              </w:rPr>
              <w:t xml:space="preserve"> relation to the size of the site and their undertakings</w:t>
            </w:r>
          </w:p>
          <w:p w14:paraId="33316046" w14:textId="5E4B2DF4" w:rsidR="00FA2C1D" w:rsidRDefault="00FA2C1D" w:rsidP="00265818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Consider, do </w:t>
            </w:r>
            <w:r w:rsidRPr="00FA2C1D">
              <w:rPr>
                <w:rFonts w:asciiTheme="minorHAnsi" w:hAnsiTheme="minorHAnsi" w:cstheme="minorHAnsi"/>
              </w:rPr>
              <w:t>you have suitable, sufficient and appropriate level of supervision if key staff are off sick?</w:t>
            </w:r>
          </w:p>
          <w:p w14:paraId="6149000F" w14:textId="2B6A2027" w:rsidR="00FA2C1D" w:rsidRDefault="002919CF" w:rsidP="002919CF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2919CF">
              <w:rPr>
                <w:rFonts w:asciiTheme="minorHAnsi" w:hAnsiTheme="minorHAnsi" w:cstheme="minorHAnsi"/>
              </w:rPr>
              <w:t xml:space="preserve">Staff </w:t>
            </w:r>
            <w:r>
              <w:rPr>
                <w:rFonts w:asciiTheme="minorHAnsi" w:hAnsiTheme="minorHAnsi" w:cstheme="minorHAnsi"/>
              </w:rPr>
              <w:t>are</w:t>
            </w:r>
            <w:r w:rsidRPr="002919CF">
              <w:rPr>
                <w:rFonts w:asciiTheme="minorHAnsi" w:hAnsiTheme="minorHAnsi" w:cstheme="minorHAnsi"/>
              </w:rPr>
              <w:t xml:space="preserve"> advised to let their hands dry and the vapours disperse, after using alcohol </w:t>
            </w:r>
            <w:r w:rsidR="0034608E" w:rsidRPr="002919CF">
              <w:rPr>
                <w:rFonts w:asciiTheme="minorHAnsi" w:hAnsiTheme="minorHAnsi" w:cstheme="minorHAnsi"/>
              </w:rPr>
              <w:t>hand rub</w:t>
            </w:r>
            <w:r w:rsidRPr="002919CF">
              <w:rPr>
                <w:rFonts w:asciiTheme="minorHAnsi" w:hAnsiTheme="minorHAnsi" w:cstheme="minorHAnsi"/>
              </w:rPr>
              <w:t xml:space="preserve">, which will minimise any fire risk </w:t>
            </w:r>
          </w:p>
          <w:p w14:paraId="3428B02A" w14:textId="77777777" w:rsidR="00EA31C0" w:rsidRDefault="00EA31C0" w:rsidP="002919CF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 xml:space="preserve">Site staff must not congregate in numbers. </w:t>
            </w:r>
          </w:p>
          <w:p w14:paraId="6F36FD04" w14:textId="77777777" w:rsidR="00EA31C0" w:rsidRDefault="00EA31C0" w:rsidP="002919CF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</w:t>
            </w:r>
            <w:r w:rsidRPr="00EA31C0">
              <w:rPr>
                <w:rFonts w:asciiTheme="minorHAnsi" w:hAnsiTheme="minorHAnsi" w:cstheme="minorHAnsi"/>
              </w:rPr>
              <w:t>working in close contact with one another in high traffic zones</w:t>
            </w:r>
          </w:p>
          <w:p w14:paraId="480D12A8" w14:textId="1D896968" w:rsidR="00EA31C0" w:rsidRPr="000C6B50" w:rsidRDefault="00EA31C0" w:rsidP="002919CF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EA31C0">
              <w:rPr>
                <w:rFonts w:asciiTheme="minorHAnsi" w:hAnsiTheme="minorHAnsi" w:cstheme="minorHAnsi"/>
              </w:rPr>
              <w:t>Ensure all site staff are provided with gloves hand sanitizer &amp; hand-washing stations</w:t>
            </w:r>
          </w:p>
        </w:tc>
        <w:tc>
          <w:tcPr>
            <w:tcW w:w="3117" w:type="dxa"/>
          </w:tcPr>
          <w:p w14:paraId="04C4DB22" w14:textId="5706EA04" w:rsidR="00FA2C1D" w:rsidRDefault="00FA2C1D" w:rsidP="00265818">
            <w:pPr>
              <w:pStyle w:val="ListParagraph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Ensure site staff have an offsite contact in the event of emergencies</w:t>
            </w:r>
          </w:p>
          <w:p w14:paraId="2DCF50ED" w14:textId="10B9BFCC" w:rsidR="00FA2C1D" w:rsidRDefault="00FA2C1D" w:rsidP="00265818">
            <w:pPr>
              <w:pStyle w:val="ListParagraph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Regular toolbox talks to remind site staff of the symptoms and the self-isolating guidelines</w:t>
            </w:r>
          </w:p>
          <w:p w14:paraId="24D4A689" w14:textId="57BC149B" w:rsidR="00265818" w:rsidRDefault="002919CF" w:rsidP="002919CF">
            <w:pPr>
              <w:pStyle w:val="ListParagraph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In the first instance the </w:t>
            </w:r>
            <w:r w:rsidR="0034608E">
              <w:rPr>
                <w:rFonts w:asciiTheme="minorHAnsi" w:eastAsia="Times New Roman" w:hAnsiTheme="minorHAnsi" w:cstheme="minorHAnsi"/>
                <w:sz w:val="20"/>
                <w:szCs w:val="20"/>
              </w:rPr>
              <w:t>manufacture’s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guidelines should be followed in respect to its flammability</w:t>
            </w:r>
          </w:p>
          <w:p w14:paraId="4E653D7C" w14:textId="77777777" w:rsidR="00EA31C0" w:rsidRDefault="00EA31C0" w:rsidP="002919CF">
            <w:pPr>
              <w:pStyle w:val="ListParagraph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S</w:t>
            </w:r>
            <w:r w:rsidRPr="00EA31C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taff to wash their hands/ use hand sanitiser before entry to the site </w:t>
            </w:r>
          </w:p>
          <w:p w14:paraId="389187BB" w14:textId="67C91602" w:rsidR="00D8314C" w:rsidRPr="002919CF" w:rsidRDefault="00D8314C" w:rsidP="002919CF">
            <w:pPr>
              <w:pStyle w:val="ListParagraph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All other safety and </w:t>
            </w:r>
            <w:r w:rsidR="005332A7">
              <w:rPr>
                <w:rFonts w:asciiTheme="minorHAnsi" w:eastAsia="Times New Roman" w:hAnsiTheme="minorHAnsi" w:cstheme="minorHAnsi"/>
                <w:sz w:val="20"/>
                <w:szCs w:val="20"/>
              </w:rPr>
              <w:t>work-based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procedures must still be followed, in relation to the task you are completing</w:t>
            </w:r>
          </w:p>
        </w:tc>
        <w:tc>
          <w:tcPr>
            <w:tcW w:w="425" w:type="dxa"/>
            <w:vAlign w:val="center"/>
          </w:tcPr>
          <w:p w14:paraId="4210DC76" w14:textId="77777777" w:rsidR="00632DD1" w:rsidRPr="000C6B5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BE6784E" w14:textId="77777777" w:rsidR="00632DD1" w:rsidRPr="000C6B5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73A20F37" w14:textId="77777777" w:rsidR="00632DD1" w:rsidRPr="000C6B5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A31C0" w:rsidRPr="00C458C3" w14:paraId="368FA8A3" w14:textId="77777777" w:rsidTr="00864989">
        <w:trPr>
          <w:cantSplit/>
          <w:jc w:val="center"/>
        </w:trPr>
        <w:tc>
          <w:tcPr>
            <w:tcW w:w="1982" w:type="dxa"/>
          </w:tcPr>
          <w:p w14:paraId="2BD75B4A" w14:textId="376D97C3" w:rsidR="00EA31C0" w:rsidRDefault="00790933" w:rsidP="00EA31C0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6B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ON SITE</w:t>
            </w:r>
          </w:p>
          <w:p w14:paraId="3858F4F2" w14:textId="616AFDA3" w:rsidR="00EA31C0" w:rsidRPr="000C6B50" w:rsidRDefault="00790933" w:rsidP="00EA31C0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BREAKS</w:t>
            </w:r>
          </w:p>
        </w:tc>
        <w:tc>
          <w:tcPr>
            <w:tcW w:w="1991" w:type="dxa"/>
          </w:tcPr>
          <w:p w14:paraId="4E617DA8" w14:textId="77777777" w:rsidR="00EA31C0" w:rsidRPr="00A21318" w:rsidRDefault="00EA31C0" w:rsidP="00EA31C0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0D1E7378" w14:textId="529DF669" w:rsidR="00EA31C0" w:rsidRDefault="00EA31C0" w:rsidP="00EA31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with contaminate</w:t>
            </w:r>
            <w:r w:rsidR="00D8314C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 surfaces</w:t>
            </w:r>
          </w:p>
          <w:p w14:paraId="64408979" w14:textId="77777777" w:rsidR="00EA31C0" w:rsidRDefault="00EA31C0" w:rsidP="00EA31C0">
            <w:pPr>
              <w:rPr>
                <w:rFonts w:asciiTheme="minorHAnsi" w:hAnsiTheme="minorHAnsi" w:cstheme="minorHAnsi"/>
              </w:rPr>
            </w:pPr>
          </w:p>
          <w:p w14:paraId="1AE6E0B8" w14:textId="77777777" w:rsidR="00EA31C0" w:rsidRDefault="00EA31C0" w:rsidP="00EA31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Contaminated food items</w:t>
            </w:r>
          </w:p>
          <w:p w14:paraId="2647ACB1" w14:textId="77777777" w:rsidR="00EA31C0" w:rsidRDefault="00EA31C0" w:rsidP="00EA31C0">
            <w:pPr>
              <w:rPr>
                <w:rFonts w:asciiTheme="minorHAnsi" w:hAnsiTheme="minorHAnsi" w:cstheme="minorHAnsi"/>
              </w:rPr>
            </w:pPr>
          </w:p>
          <w:p w14:paraId="26B8BE78" w14:textId="7D8F64B6" w:rsidR="00EA31C0" w:rsidRDefault="00EA31C0" w:rsidP="00EA31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Flammable </w:t>
            </w:r>
            <w:r w:rsidR="0034608E">
              <w:rPr>
                <w:rFonts w:asciiTheme="minorHAnsi" w:hAnsiTheme="minorHAnsi" w:cstheme="minorHAnsi"/>
              </w:rPr>
              <w:t>alcohol-based</w:t>
            </w:r>
            <w:r>
              <w:rPr>
                <w:rFonts w:asciiTheme="minorHAnsi" w:hAnsiTheme="minorHAnsi" w:cstheme="minorHAnsi"/>
              </w:rPr>
              <w:t xml:space="preserve"> hand sanitiser</w:t>
            </w:r>
          </w:p>
          <w:p w14:paraId="186FD5F7" w14:textId="77777777" w:rsidR="00EA31C0" w:rsidRDefault="00EA31C0" w:rsidP="00EA31C0">
            <w:pPr>
              <w:rPr>
                <w:rFonts w:asciiTheme="minorHAnsi" w:hAnsiTheme="minorHAnsi" w:cstheme="minorHAnsi"/>
              </w:rPr>
            </w:pPr>
          </w:p>
          <w:p w14:paraId="15702C71" w14:textId="77777777" w:rsidR="00EA31C0" w:rsidRDefault="00EA31C0" w:rsidP="00EA31C0">
            <w:pPr>
              <w:rPr>
                <w:rFonts w:asciiTheme="minorHAnsi" w:hAnsiTheme="minorHAnsi" w:cstheme="minorHAnsi"/>
              </w:rPr>
            </w:pPr>
          </w:p>
          <w:p w14:paraId="0B659803" w14:textId="77777777" w:rsidR="00EA31C0" w:rsidRDefault="00EA31C0" w:rsidP="00EA31C0">
            <w:pPr>
              <w:rPr>
                <w:rFonts w:asciiTheme="minorHAnsi" w:hAnsiTheme="minorHAnsi" w:cstheme="minorHAnsi"/>
              </w:rPr>
            </w:pPr>
          </w:p>
          <w:p w14:paraId="47B9AB0D" w14:textId="1859E421" w:rsidR="00EA31C0" w:rsidRPr="00A21318" w:rsidRDefault="00EA31C0" w:rsidP="00EA31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3855DF7" w14:textId="2CAA2420" w:rsidR="00EA31C0" w:rsidRDefault="00EA31C0" w:rsidP="00EA31C0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1638A6E3" w14:textId="2FDB2A3D" w:rsidR="00A60BBD" w:rsidRDefault="00A60BBD" w:rsidP="00EA31C0">
            <w:pPr>
              <w:rPr>
                <w:rFonts w:asciiTheme="minorHAnsi" w:hAnsiTheme="minorHAnsi" w:cstheme="minorHAnsi"/>
                <w:b/>
                <w:bCs/>
              </w:rPr>
            </w:pPr>
            <w:r w:rsidRPr="00A60BBD"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3E72B362" w14:textId="77777777" w:rsidR="00EA31C0" w:rsidRDefault="00EA31C0" w:rsidP="00EA31C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1588A98" w14:textId="77777777" w:rsidR="00EA31C0" w:rsidRPr="00A21318" w:rsidRDefault="00EA31C0" w:rsidP="00EA31C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Fire</w:t>
            </w:r>
          </w:p>
          <w:p w14:paraId="4CC9DACF" w14:textId="77777777" w:rsidR="00EA31C0" w:rsidRPr="00A21318" w:rsidRDefault="00EA31C0" w:rsidP="00EA31C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6DC1F1F" w14:textId="77777777" w:rsidR="00EA31C0" w:rsidRPr="00A21318" w:rsidRDefault="00EA31C0" w:rsidP="00EA31C0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Site staff</w:t>
            </w:r>
          </w:p>
          <w:p w14:paraId="75A2E5FD" w14:textId="77777777" w:rsidR="00EA31C0" w:rsidRDefault="00EA31C0" w:rsidP="00EA31C0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Contractors</w:t>
            </w:r>
          </w:p>
          <w:p w14:paraId="38E3E1F9" w14:textId="47ECA86F" w:rsidR="00EA31C0" w:rsidRPr="000C6B50" w:rsidRDefault="00EA31C0" w:rsidP="00EA31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1960D58A" w14:textId="77777777" w:rsidR="00EA31C0" w:rsidRPr="000C6B50" w:rsidRDefault="00EA31C0" w:rsidP="00EA31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32ECDEEF" w14:textId="77777777" w:rsidR="00EA31C0" w:rsidRPr="000C6B50" w:rsidRDefault="00EA31C0" w:rsidP="00EA31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44313B75" w14:textId="77777777" w:rsidR="00EA31C0" w:rsidRPr="000C6B50" w:rsidRDefault="00EA31C0" w:rsidP="00EA31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593003F3" w14:textId="77777777" w:rsidR="00EA31C0" w:rsidRPr="00FA2C1D" w:rsidRDefault="00EA31C0" w:rsidP="00EA31C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A2C1D">
              <w:rPr>
                <w:rFonts w:asciiTheme="minorHAnsi" w:hAnsiTheme="minorHAnsi" w:cstheme="minorHAnsi"/>
                <w:sz w:val="20"/>
                <w:szCs w:val="20"/>
              </w:rPr>
              <w:t xml:space="preserve">Practise and promote frequent handwashing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before eating, drinking, smoking or vaping</w:t>
            </w:r>
          </w:p>
          <w:p w14:paraId="221470EC" w14:textId="77777777" w:rsidR="00EA31C0" w:rsidRDefault="00EA31C0" w:rsidP="00EA31C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A2C1D">
              <w:rPr>
                <w:rFonts w:asciiTheme="minorHAnsi" w:hAnsiTheme="minorHAnsi" w:cstheme="minorHAnsi"/>
                <w:sz w:val="20"/>
                <w:szCs w:val="20"/>
              </w:rPr>
              <w:t>When hand washing facilities are not readily available, alcohol-based hand rub is recommended</w:t>
            </w:r>
          </w:p>
          <w:p w14:paraId="053CD9F1" w14:textId="73098089" w:rsidR="00EA31C0" w:rsidRDefault="00EA31C0" w:rsidP="00EA31C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19CF">
              <w:rPr>
                <w:rFonts w:asciiTheme="minorHAnsi" w:hAnsiTheme="minorHAnsi" w:cstheme="minorHAnsi"/>
                <w:sz w:val="20"/>
                <w:szCs w:val="20"/>
              </w:rPr>
              <w:t xml:space="preserve">Staff should be advised to let their hands dry and the vapours disperse, after using alcohol </w:t>
            </w:r>
            <w:r w:rsidR="0034608E" w:rsidRPr="002919CF">
              <w:rPr>
                <w:rFonts w:asciiTheme="minorHAnsi" w:hAnsiTheme="minorHAnsi" w:cstheme="minorHAnsi"/>
                <w:sz w:val="20"/>
                <w:szCs w:val="20"/>
              </w:rPr>
              <w:t>hand rub</w:t>
            </w:r>
            <w:r w:rsidRPr="002919CF">
              <w:rPr>
                <w:rFonts w:asciiTheme="minorHAnsi" w:hAnsiTheme="minorHAnsi" w:cstheme="minorHAnsi"/>
                <w:sz w:val="20"/>
                <w:szCs w:val="20"/>
              </w:rPr>
              <w:t>, which will minimise any fire risk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if smoking or vaping</w:t>
            </w:r>
          </w:p>
          <w:p w14:paraId="2BF5B729" w14:textId="77777777" w:rsidR="00EA31C0" w:rsidRDefault="00EA31C0" w:rsidP="00EA31C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Where possible eat in your own vehicle</w:t>
            </w:r>
          </w:p>
          <w:p w14:paraId="2FC2E008" w14:textId="6331763F" w:rsidR="00EA31C0" w:rsidRPr="00EA31C0" w:rsidRDefault="00EA31C0" w:rsidP="00EA31C0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If using canteens, any food provided must be covered</w:t>
            </w:r>
          </w:p>
        </w:tc>
        <w:tc>
          <w:tcPr>
            <w:tcW w:w="3117" w:type="dxa"/>
          </w:tcPr>
          <w:p w14:paraId="1D1860E0" w14:textId="77777777" w:rsidR="00EA31C0" w:rsidRPr="00FA2C1D" w:rsidRDefault="00EA31C0" w:rsidP="00EA31C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FA2C1D">
              <w:rPr>
                <w:rFonts w:asciiTheme="minorHAnsi" w:hAnsiTheme="minorHAnsi" w:cstheme="minorHAnsi"/>
              </w:rPr>
              <w:t>All staff must sit at least 2 meters away from each other</w:t>
            </w:r>
          </w:p>
          <w:p w14:paraId="4B492872" w14:textId="77777777" w:rsidR="00EA31C0" w:rsidRDefault="00EA31C0" w:rsidP="00EA31C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FA2C1D">
              <w:rPr>
                <w:rFonts w:asciiTheme="minorHAnsi" w:hAnsiTheme="minorHAnsi" w:cstheme="minorHAnsi"/>
              </w:rPr>
              <w:t>Where possible</w:t>
            </w:r>
            <w:r>
              <w:rPr>
                <w:rFonts w:asciiTheme="minorHAnsi" w:hAnsiTheme="minorHAnsi" w:cstheme="minorHAnsi"/>
              </w:rPr>
              <w:t>,</w:t>
            </w:r>
            <w:r w:rsidRPr="00FA2C1D">
              <w:rPr>
                <w:rFonts w:asciiTheme="minorHAnsi" w:hAnsiTheme="minorHAnsi" w:cstheme="minorHAnsi"/>
              </w:rPr>
              <w:t xml:space="preserve"> encourage staff to bring their own food and drink from home</w:t>
            </w:r>
          </w:p>
          <w:p w14:paraId="50A18AA9" w14:textId="0BFC97D3" w:rsidR="00EA31C0" w:rsidRDefault="00EA31C0" w:rsidP="00EA31C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2919CF">
              <w:rPr>
                <w:rFonts w:asciiTheme="minorHAnsi" w:hAnsiTheme="minorHAnsi" w:cstheme="minorHAnsi"/>
              </w:rPr>
              <w:t xml:space="preserve">Risk assessments should be carried out on the use of alcohol </w:t>
            </w:r>
            <w:r w:rsidR="0034608E" w:rsidRPr="002919CF">
              <w:rPr>
                <w:rFonts w:asciiTheme="minorHAnsi" w:hAnsiTheme="minorHAnsi" w:cstheme="minorHAnsi"/>
              </w:rPr>
              <w:t>hand rubs</w:t>
            </w:r>
            <w:r w:rsidRPr="002919CF">
              <w:rPr>
                <w:rFonts w:asciiTheme="minorHAnsi" w:hAnsiTheme="minorHAnsi" w:cstheme="minorHAnsi"/>
              </w:rPr>
              <w:t xml:space="preserve">, the location of dispensers, the storage of stock and the disposal of used containers/dispensers, </w:t>
            </w:r>
            <w:r w:rsidR="005332A7" w:rsidRPr="002919CF">
              <w:rPr>
                <w:rFonts w:asciiTheme="minorHAnsi" w:hAnsiTheme="minorHAnsi" w:cstheme="minorHAnsi"/>
              </w:rPr>
              <w:t>considering</w:t>
            </w:r>
            <w:r w:rsidRPr="002919CF">
              <w:rPr>
                <w:rFonts w:asciiTheme="minorHAnsi" w:hAnsiTheme="minorHAnsi" w:cstheme="minorHAnsi"/>
              </w:rPr>
              <w:t xml:space="preserve"> the risks of fire.</w:t>
            </w:r>
          </w:p>
          <w:p w14:paraId="37876944" w14:textId="12A01D9A" w:rsidR="00AC76CD" w:rsidRPr="002919CF" w:rsidRDefault="00AC76CD" w:rsidP="00AC76C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  <w:p w14:paraId="6219554A" w14:textId="06970F8C" w:rsidR="00EA31C0" w:rsidRPr="000C6B50" w:rsidRDefault="00EA31C0" w:rsidP="00EA31C0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00E9F58B" w14:textId="77777777" w:rsidR="00EA31C0" w:rsidRPr="000C6B50" w:rsidRDefault="00EA31C0" w:rsidP="00EA31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2A7D7A10" w14:textId="77777777" w:rsidR="00EA31C0" w:rsidRPr="000C6B50" w:rsidRDefault="00EA31C0" w:rsidP="00EA31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2AC083DE" w14:textId="77777777" w:rsidR="00EA31C0" w:rsidRPr="000C6B50" w:rsidRDefault="00EA31C0" w:rsidP="00EA31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E951CC6" w14:textId="77777777" w:rsidR="003A1155" w:rsidRDefault="003A1155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864989" w:rsidRPr="00307A0C" w14:paraId="1D19EE77" w14:textId="77777777" w:rsidTr="009B135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25A6C414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9BCFBE0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3217743A" w14:textId="77777777" w:rsidR="00864989" w:rsidRPr="00277E03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8D2A338" w14:textId="77777777" w:rsidR="00864989" w:rsidRPr="00277E03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53CC867E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8505FDF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E7ACE84" w14:textId="77777777" w:rsidR="00864989" w:rsidRPr="00307A0C" w:rsidRDefault="00864989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8519C5B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6DE83961" w14:textId="77777777" w:rsidR="00864989" w:rsidRPr="00307A0C" w:rsidRDefault="00864989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0EE34DB" w14:textId="77777777" w:rsidR="00864989" w:rsidRPr="00307A0C" w:rsidRDefault="00864989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4D6E575A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864989" w:rsidRPr="00307A0C" w14:paraId="71B7B188" w14:textId="77777777" w:rsidTr="009B135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06DE1736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12D2D24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D296C3D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92A0F72" w14:textId="77777777" w:rsidR="00864989" w:rsidRPr="00307A0C" w:rsidRDefault="00864989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D9F2D21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4E9324FA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DFE6A6D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445CF1C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5273439" w14:textId="77777777" w:rsidR="00864989" w:rsidRPr="00307A0C" w:rsidRDefault="00864989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C0B3A62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05CBACFA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AC76CD" w:rsidRPr="00C458C3" w14:paraId="72B88A4A" w14:textId="77777777" w:rsidTr="009B1358">
        <w:trPr>
          <w:cantSplit/>
          <w:jc w:val="center"/>
        </w:trPr>
        <w:tc>
          <w:tcPr>
            <w:tcW w:w="1982" w:type="dxa"/>
          </w:tcPr>
          <w:p w14:paraId="04425B8E" w14:textId="77777777" w:rsidR="00AC76CD" w:rsidRDefault="00AC76CD" w:rsidP="00AC76C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6B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ON SITE</w:t>
            </w:r>
          </w:p>
          <w:p w14:paraId="74071DCC" w14:textId="5188FEB6" w:rsidR="00AC76CD" w:rsidRDefault="00790933" w:rsidP="00AC76C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BREAK TIMES</w:t>
            </w:r>
          </w:p>
          <w:p w14:paraId="2F22AFE2" w14:textId="24888B0B" w:rsidR="00AC76CD" w:rsidRPr="00864989" w:rsidRDefault="00AC76CD" w:rsidP="00AC76CD">
            <w:pPr>
              <w:rPr>
                <w:lang w:eastAsia="en-GB"/>
              </w:rPr>
            </w:pPr>
            <w:r>
              <w:rPr>
                <w:rFonts w:asciiTheme="minorHAnsi" w:hAnsiTheme="minorHAnsi" w:cstheme="minorHAnsi"/>
                <w:b/>
              </w:rPr>
              <w:t>Cont</w:t>
            </w:r>
            <w:r w:rsidR="00790933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991" w:type="dxa"/>
          </w:tcPr>
          <w:p w14:paraId="3D450A39" w14:textId="77777777" w:rsidR="00AC76CD" w:rsidRPr="00A21318" w:rsidRDefault="00AC76CD" w:rsidP="00AC76CD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061D28BB" w14:textId="6C7C7F49" w:rsidR="005F39C6" w:rsidRDefault="00AC76CD" w:rsidP="00AC76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with contaminate</w:t>
            </w:r>
            <w:r w:rsidR="005F39C6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 surfaces</w:t>
            </w:r>
          </w:p>
          <w:p w14:paraId="7F2BF213" w14:textId="77777777" w:rsidR="005F39C6" w:rsidRDefault="005F39C6" w:rsidP="00AC76CD">
            <w:pPr>
              <w:rPr>
                <w:rFonts w:asciiTheme="minorHAnsi" w:hAnsiTheme="minorHAnsi" w:cstheme="minorHAnsi"/>
              </w:rPr>
            </w:pPr>
          </w:p>
          <w:p w14:paraId="2A21F14E" w14:textId="53F2CC18" w:rsidR="00AC76CD" w:rsidRDefault="005F39C6" w:rsidP="00AC76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with contaminated items</w:t>
            </w:r>
          </w:p>
          <w:p w14:paraId="248CA50A" w14:textId="77777777" w:rsidR="005F39C6" w:rsidRDefault="005F39C6" w:rsidP="00AC76CD">
            <w:pPr>
              <w:rPr>
                <w:rFonts w:asciiTheme="minorHAnsi" w:hAnsiTheme="minorHAnsi" w:cstheme="minorHAnsi"/>
              </w:rPr>
            </w:pPr>
          </w:p>
          <w:p w14:paraId="60C24625" w14:textId="25C1A856" w:rsidR="00AC76CD" w:rsidRDefault="00AC76CD" w:rsidP="00AC76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Flammable alcohol-based hand sanitiser</w:t>
            </w:r>
          </w:p>
        </w:tc>
        <w:tc>
          <w:tcPr>
            <w:tcW w:w="1558" w:type="dxa"/>
          </w:tcPr>
          <w:p w14:paraId="5FB5D2E0" w14:textId="05F0331E" w:rsidR="00AC76CD" w:rsidRDefault="00AC76CD" w:rsidP="00AC76CD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2F2ABB1A" w14:textId="77777777" w:rsidR="00A60BBD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6AE5A7EA" w14:textId="77777777" w:rsidR="00A60BBD" w:rsidRDefault="00A60BBD" w:rsidP="00AC76C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D67CCD1" w14:textId="77777777" w:rsidR="00AC76CD" w:rsidRDefault="00AC76CD" w:rsidP="00AC76C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22947E9" w14:textId="77777777" w:rsidR="00AC76CD" w:rsidRPr="00A21318" w:rsidRDefault="00AC76CD" w:rsidP="00AC76C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Fire</w:t>
            </w:r>
          </w:p>
          <w:p w14:paraId="34B8BB9E" w14:textId="77777777" w:rsidR="00AC76CD" w:rsidRPr="00A21318" w:rsidRDefault="00AC76CD" w:rsidP="00AC76C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E026D8C" w14:textId="77777777" w:rsidR="00AC76CD" w:rsidRPr="00A21318" w:rsidRDefault="00AC76CD" w:rsidP="00AC76CD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Site staff</w:t>
            </w:r>
          </w:p>
          <w:p w14:paraId="2E3162D6" w14:textId="77777777" w:rsidR="00AC76CD" w:rsidRDefault="00AC76CD" w:rsidP="00AC76CD">
            <w:pPr>
              <w:rPr>
                <w:rFonts w:asciiTheme="minorHAnsi" w:hAnsiTheme="minorHAnsi" w:cstheme="minorHAnsi"/>
                <w:b/>
                <w:bCs/>
              </w:rPr>
            </w:pPr>
            <w:r w:rsidRPr="00A21318">
              <w:rPr>
                <w:rFonts w:asciiTheme="minorHAnsi" w:hAnsiTheme="minorHAnsi" w:cstheme="minorHAnsi"/>
                <w:b/>
                <w:bCs/>
              </w:rPr>
              <w:t>Contractors</w:t>
            </w:r>
          </w:p>
          <w:p w14:paraId="1809D981" w14:textId="77777777" w:rsidR="00AC76CD" w:rsidRPr="00C250B0" w:rsidRDefault="00AC76CD" w:rsidP="00AC76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4CE9D818" w14:textId="77777777" w:rsidR="00AC76CD" w:rsidRPr="00C250B0" w:rsidRDefault="00AC76CD" w:rsidP="00AC76C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4213ED55" w14:textId="77777777" w:rsidR="00AC76CD" w:rsidRPr="00C250B0" w:rsidRDefault="00AC76CD" w:rsidP="00AC76C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11849CD7" w14:textId="77777777" w:rsidR="00AC76CD" w:rsidRPr="00C250B0" w:rsidRDefault="00AC76CD" w:rsidP="00AC76C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2781981C" w14:textId="1A8CB0BA" w:rsidR="00AC76CD" w:rsidRPr="00AC76CD" w:rsidRDefault="00AC76CD" w:rsidP="00AC76C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C76CD">
              <w:rPr>
                <w:rFonts w:asciiTheme="minorHAnsi" w:hAnsiTheme="minorHAnsi" w:cstheme="minorHAnsi"/>
                <w:sz w:val="20"/>
                <w:szCs w:val="20"/>
              </w:rPr>
              <w:t>Microwave and kettles must be cleaned after each use.</w:t>
            </w:r>
          </w:p>
        </w:tc>
        <w:tc>
          <w:tcPr>
            <w:tcW w:w="3117" w:type="dxa"/>
          </w:tcPr>
          <w:p w14:paraId="114E76EB" w14:textId="1ACC5473" w:rsidR="00AC76CD" w:rsidRDefault="00AC76CD" w:rsidP="00AC76CD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Regular inspections of these areas to ensure rules are being followed</w:t>
            </w:r>
          </w:p>
          <w:p w14:paraId="786664D3" w14:textId="77777777" w:rsidR="00AC76CD" w:rsidRDefault="00AC76CD" w:rsidP="00AC76CD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Increase cleaning regime</w:t>
            </w:r>
          </w:p>
          <w:p w14:paraId="31B51FE6" w14:textId="039FDC4B" w:rsidR="00AC76CD" w:rsidRPr="0031444B" w:rsidRDefault="00AC76CD" w:rsidP="00AC76CD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 visual aids such as posters to promote good hand </w:t>
            </w:r>
            <w:r w:rsidR="005332A7">
              <w:rPr>
                <w:rFonts w:asciiTheme="minorHAnsi" w:hAnsiTheme="minorHAnsi" w:cstheme="minorHAnsi"/>
              </w:rPr>
              <w:t>hygiene</w:t>
            </w:r>
            <w:r>
              <w:rPr>
                <w:rFonts w:asciiTheme="minorHAnsi" w:hAnsiTheme="minorHAnsi" w:cstheme="minorHAnsi"/>
              </w:rPr>
              <w:t xml:space="preserve"> and cleaning</w:t>
            </w:r>
          </w:p>
        </w:tc>
        <w:tc>
          <w:tcPr>
            <w:tcW w:w="425" w:type="dxa"/>
            <w:vAlign w:val="center"/>
          </w:tcPr>
          <w:p w14:paraId="0C95771A" w14:textId="77777777" w:rsidR="00AC76CD" w:rsidRPr="00307A0C" w:rsidRDefault="00AC76CD" w:rsidP="00AC76C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5D06CAEE" w14:textId="77777777" w:rsidR="00AC76CD" w:rsidRPr="00307A0C" w:rsidRDefault="00AC76CD" w:rsidP="00AC76C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68A3E5EC" w14:textId="77777777" w:rsidR="00AC76CD" w:rsidRPr="00307A0C" w:rsidRDefault="00AC76CD" w:rsidP="00AC76C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919CF" w:rsidRPr="00C458C3" w14:paraId="1F4BB5A4" w14:textId="77777777" w:rsidTr="009B1358">
        <w:trPr>
          <w:cantSplit/>
          <w:jc w:val="center"/>
        </w:trPr>
        <w:tc>
          <w:tcPr>
            <w:tcW w:w="1982" w:type="dxa"/>
          </w:tcPr>
          <w:p w14:paraId="2C9E26E1" w14:textId="1BAC6039" w:rsidR="002919CF" w:rsidRPr="00277E03" w:rsidRDefault="005F39C6" w:rsidP="002919C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WASTE</w:t>
            </w:r>
          </w:p>
        </w:tc>
        <w:tc>
          <w:tcPr>
            <w:tcW w:w="1991" w:type="dxa"/>
          </w:tcPr>
          <w:p w14:paraId="5FE25BAD" w14:textId="77777777" w:rsidR="000D7B21" w:rsidRPr="000D7B21" w:rsidRDefault="005F39C6" w:rsidP="002919C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COVID-19 </w:t>
            </w:r>
          </w:p>
          <w:p w14:paraId="3C63CDDF" w14:textId="4EBD85AF" w:rsidR="002919CF" w:rsidRPr="000D7B21" w:rsidRDefault="005F39C6" w:rsidP="002919C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Waste suspected</w:t>
            </w:r>
            <w:r w:rsidR="000D7B21"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to be </w:t>
            </w:r>
            <w:r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contaminated with</w:t>
            </w:r>
            <w:r w:rsidR="000D7B21"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COVID-19</w:t>
            </w:r>
          </w:p>
          <w:p w14:paraId="4A465217" w14:textId="6962EE5B" w:rsidR="005F39C6" w:rsidRPr="00C458C3" w:rsidRDefault="005F39C6" w:rsidP="005F39C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5A47DE3" w14:textId="02FFA193" w:rsidR="00A60BBD" w:rsidRDefault="00A60BBD" w:rsidP="002919CF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4FCCDD80" w14:textId="77777777" w:rsidR="00A60BBD" w:rsidRDefault="00A60BBD" w:rsidP="00A60BB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23E62958" w14:textId="77777777" w:rsidR="00A60BBD" w:rsidRDefault="00A60BBD" w:rsidP="002919C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A1EE21C" w14:textId="77777777" w:rsidR="00A60BBD" w:rsidRDefault="00A60BBD" w:rsidP="002919C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E81D584" w14:textId="127E1601" w:rsidR="002919CF" w:rsidRPr="000D7B21" w:rsidRDefault="005F39C6" w:rsidP="002919CF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Used disposable RPE/PPE</w:t>
            </w:r>
          </w:p>
          <w:p w14:paraId="60875BF1" w14:textId="43DF17A0" w:rsidR="005F39C6" w:rsidRPr="000D7B21" w:rsidRDefault="005F39C6" w:rsidP="002919C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46291C8" w14:textId="77777777" w:rsidR="005F39C6" w:rsidRPr="000D7B21" w:rsidRDefault="005F39C6" w:rsidP="005F39C6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Site staff</w:t>
            </w:r>
          </w:p>
          <w:p w14:paraId="609A1E41" w14:textId="56430B3C" w:rsidR="005F39C6" w:rsidRPr="000D7B21" w:rsidRDefault="005F39C6" w:rsidP="005F39C6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Contractors</w:t>
            </w:r>
          </w:p>
          <w:p w14:paraId="6512EBEA" w14:textId="21F15829" w:rsidR="005F39C6" w:rsidRPr="000D7B21" w:rsidRDefault="005F39C6" w:rsidP="005F39C6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2CFE2CE" w14:textId="7C6B1D89" w:rsidR="005F39C6" w:rsidRPr="000D7B21" w:rsidRDefault="005F39C6" w:rsidP="005F39C6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06C819B8" w14:textId="345F7E6C" w:rsidR="005F39C6" w:rsidRPr="000D7B21" w:rsidRDefault="005F39C6" w:rsidP="002919C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6" w:type="dxa"/>
            <w:vAlign w:val="center"/>
          </w:tcPr>
          <w:p w14:paraId="458F67C2" w14:textId="77777777" w:rsidR="002919CF" w:rsidRPr="00C250B0" w:rsidRDefault="002919CF" w:rsidP="002919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298C54FF" w14:textId="77777777" w:rsidR="002919CF" w:rsidRPr="00C250B0" w:rsidRDefault="002919CF" w:rsidP="002919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07A5741C" w14:textId="77777777" w:rsidR="002919CF" w:rsidRPr="00C250B0" w:rsidRDefault="002919CF" w:rsidP="002919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4CDF48B8" w14:textId="77777777" w:rsidR="005F39C6" w:rsidRDefault="005F39C6" w:rsidP="005F39C6">
            <w:pPr>
              <w:pStyle w:val="Header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 xml:space="preserve">Waste from any persons who may be infected, and the cleaning of areas at work where cases/suspected cases </w:t>
            </w:r>
            <w:r>
              <w:rPr>
                <w:rFonts w:asciiTheme="minorHAnsi" w:hAnsiTheme="minorHAnsi" w:cstheme="minorHAnsi"/>
              </w:rPr>
              <w:t xml:space="preserve">may </w:t>
            </w:r>
            <w:r w:rsidRPr="005F39C6">
              <w:rPr>
                <w:rFonts w:asciiTheme="minorHAnsi" w:hAnsiTheme="minorHAnsi" w:cstheme="minorHAnsi"/>
              </w:rPr>
              <w:t>have been, must be put in a plastic rubbish bag and securely tied.</w:t>
            </w:r>
          </w:p>
          <w:p w14:paraId="6884FAA7" w14:textId="77777777" w:rsidR="005F39C6" w:rsidRDefault="005F39C6" w:rsidP="005F39C6">
            <w:pPr>
              <w:pStyle w:val="Header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The rubbish must not be put in any communal waste areas until negative test results are known, or the waste has been stored for at least 72 hours.</w:t>
            </w:r>
          </w:p>
          <w:p w14:paraId="50CEC765" w14:textId="77777777" w:rsidR="005F39C6" w:rsidRDefault="005F39C6" w:rsidP="005F39C6">
            <w:pPr>
              <w:pStyle w:val="Header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If storage for 72 hours is not appropriate, arrange for collection as Category B infectious waste either by your local waste collection authority if they currently collect your waste or otherwise by a specialist clinical waste contractor.</w:t>
            </w:r>
          </w:p>
          <w:p w14:paraId="716415DC" w14:textId="5EE7496A" w:rsidR="005F39C6" w:rsidRPr="000D7B21" w:rsidRDefault="005F39C6" w:rsidP="000D7B21">
            <w:pPr>
              <w:pStyle w:val="Header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Ensure that the storage areas for this type of waste are cleaned on a regular basis with a suitable disinfectant or chlorine solution.</w:t>
            </w:r>
          </w:p>
        </w:tc>
        <w:tc>
          <w:tcPr>
            <w:tcW w:w="3117" w:type="dxa"/>
          </w:tcPr>
          <w:p w14:paraId="29B149A9" w14:textId="4B8D00EC" w:rsidR="002919CF" w:rsidRDefault="00871778" w:rsidP="000D7B21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Confirmed cases. </w:t>
            </w:r>
            <w:r w:rsidR="005F39C6" w:rsidRPr="005F39C6">
              <w:rPr>
                <w:rFonts w:asciiTheme="minorHAnsi" w:hAnsiTheme="minorHAnsi" w:cstheme="minorHAnsi"/>
              </w:rPr>
              <w:t>The bag must be stored in a suitable place for 72 hours, or until any individual suspected of having the virus, gets the results of any tests or confirmation from NHS 101.</w:t>
            </w:r>
          </w:p>
          <w:p w14:paraId="6CEA7ADC" w14:textId="10E43C8D" w:rsidR="005F39C6" w:rsidRPr="005F39C6" w:rsidRDefault="005F39C6" w:rsidP="000D7B21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The contractor will supply you with orange clinical waste bags for you to place your bags into so the waste can be sent for appropriate treatment.</w:t>
            </w:r>
          </w:p>
          <w:p w14:paraId="7CB35D98" w14:textId="07F38E57" w:rsidR="005F39C6" w:rsidRPr="005F39C6" w:rsidRDefault="005F39C6" w:rsidP="000D7B21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Disposable PPE and RPE used by cleaning crews must be disposed</w:t>
            </w:r>
            <w:r w:rsidR="00871778">
              <w:rPr>
                <w:rFonts w:asciiTheme="minorHAnsi" w:hAnsiTheme="minorHAnsi" w:cstheme="minorHAnsi"/>
              </w:rPr>
              <w:t xml:space="preserve"> </w:t>
            </w:r>
            <w:r w:rsidR="007E5422">
              <w:rPr>
                <w:rFonts w:asciiTheme="minorHAnsi" w:hAnsiTheme="minorHAnsi" w:cstheme="minorHAnsi"/>
              </w:rPr>
              <w:t xml:space="preserve">of </w:t>
            </w:r>
            <w:r w:rsidR="007E5422" w:rsidRPr="005F39C6">
              <w:rPr>
                <w:rFonts w:asciiTheme="minorHAnsi" w:hAnsiTheme="minorHAnsi" w:cstheme="minorHAnsi"/>
              </w:rPr>
              <w:t>as</w:t>
            </w:r>
            <w:r w:rsidRPr="005F39C6">
              <w:rPr>
                <w:rFonts w:asciiTheme="minorHAnsi" w:hAnsiTheme="minorHAnsi" w:cstheme="minorHAnsi"/>
              </w:rPr>
              <w:t xml:space="preserve"> outlined above.</w:t>
            </w:r>
          </w:p>
          <w:p w14:paraId="081A7959" w14:textId="53FAC0BD" w:rsidR="005F39C6" w:rsidRPr="005F39C6" w:rsidRDefault="005F39C6" w:rsidP="000D7B21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Avoid creating splashes and spray when cleaning.</w:t>
            </w:r>
          </w:p>
          <w:p w14:paraId="7AADF8CF" w14:textId="64E1C04F" w:rsidR="005F39C6" w:rsidRPr="005F39C6" w:rsidRDefault="005F39C6" w:rsidP="000D7B21">
            <w:pPr>
              <w:pStyle w:val="NoSpacing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Any cloths used must be disposed of and should be put into waste bags as outlined above.</w:t>
            </w:r>
          </w:p>
          <w:p w14:paraId="27A781E6" w14:textId="468B2246" w:rsidR="005F39C6" w:rsidRPr="00690F8D" w:rsidRDefault="005F39C6" w:rsidP="005F39C6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602F1A76" w14:textId="77777777" w:rsidR="002919CF" w:rsidRPr="00307A0C" w:rsidRDefault="002919CF" w:rsidP="002919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0A170CC4" w14:textId="77777777" w:rsidR="002919CF" w:rsidRPr="00307A0C" w:rsidRDefault="002919CF" w:rsidP="002919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31518442" w14:textId="77777777" w:rsidR="002919CF" w:rsidRPr="00307A0C" w:rsidRDefault="002919CF" w:rsidP="002919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371540A" w14:textId="77777777" w:rsidR="00864989" w:rsidRDefault="00864989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864989" w:rsidRPr="00307A0C" w14:paraId="54DE5FBC" w14:textId="77777777" w:rsidTr="009B135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4DB1D694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1" w:name="_Hlk36479431"/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A81C887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1FF6B7F0" w14:textId="77777777" w:rsidR="00864989" w:rsidRPr="00277E03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56FB444F" w14:textId="77777777" w:rsidR="00864989" w:rsidRPr="00277E03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0078678A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2628CEA2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068BEADB" w14:textId="77777777" w:rsidR="00864989" w:rsidRPr="00307A0C" w:rsidRDefault="00864989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40BD95E8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42CCC45" w14:textId="77777777" w:rsidR="00864989" w:rsidRPr="00307A0C" w:rsidRDefault="00864989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5A55347" w14:textId="77777777" w:rsidR="00864989" w:rsidRPr="00307A0C" w:rsidRDefault="00864989" w:rsidP="009B135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27886F6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864989" w:rsidRPr="00307A0C" w14:paraId="5BC65212" w14:textId="77777777" w:rsidTr="009B135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720B9D5D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2A0F278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3382BED6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9DFD808" w14:textId="77777777" w:rsidR="00864989" w:rsidRPr="00307A0C" w:rsidRDefault="00864989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B6F7EE6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F642F25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2171865E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B3C9B84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F26E8D9" w14:textId="77777777" w:rsidR="00864989" w:rsidRPr="00307A0C" w:rsidRDefault="00864989" w:rsidP="009B135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12BFBB21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07AA2D9" w14:textId="77777777" w:rsidR="00864989" w:rsidRPr="00307A0C" w:rsidRDefault="00864989" w:rsidP="009B135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0D7B21" w:rsidRPr="00C458C3" w14:paraId="383B0762" w14:textId="77777777" w:rsidTr="009B1358">
        <w:trPr>
          <w:cantSplit/>
          <w:jc w:val="center"/>
        </w:trPr>
        <w:tc>
          <w:tcPr>
            <w:tcW w:w="1982" w:type="dxa"/>
          </w:tcPr>
          <w:p w14:paraId="39C4174E" w14:textId="77777777" w:rsidR="000D7B21" w:rsidRDefault="000D7B21" w:rsidP="000D7B2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WASTE</w:t>
            </w:r>
          </w:p>
          <w:p w14:paraId="62476450" w14:textId="32622FCA" w:rsidR="00D8314C" w:rsidRPr="00864989" w:rsidRDefault="00C83E97" w:rsidP="000D7B21">
            <w:pPr>
              <w:rPr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Cont.</w:t>
            </w:r>
          </w:p>
        </w:tc>
        <w:tc>
          <w:tcPr>
            <w:tcW w:w="1991" w:type="dxa"/>
          </w:tcPr>
          <w:p w14:paraId="1ABAD3AC" w14:textId="77777777" w:rsidR="000D7B21" w:rsidRPr="000D7B21" w:rsidRDefault="000D7B21" w:rsidP="000D7B2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COVID-19 </w:t>
            </w:r>
          </w:p>
          <w:p w14:paraId="0C571DF7" w14:textId="77777777" w:rsidR="000D7B21" w:rsidRPr="000D7B21" w:rsidRDefault="000D7B21" w:rsidP="000D7B2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Waste suspected to be contaminated with, COVID-19</w:t>
            </w:r>
          </w:p>
          <w:p w14:paraId="67E040DA" w14:textId="77777777" w:rsidR="000D7B21" w:rsidRDefault="000D7B21" w:rsidP="000D7B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0364CBF5" w14:textId="772511CD" w:rsidR="00A60BBD" w:rsidRDefault="00A60BBD" w:rsidP="000D7B2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6428CC0C" w14:textId="4EF86C68" w:rsidR="00A60BBD" w:rsidRDefault="00A60BBD" w:rsidP="000D7B21">
            <w:pPr>
              <w:rPr>
                <w:rFonts w:asciiTheme="minorHAnsi" w:hAnsiTheme="minorHAnsi" w:cstheme="minorHAnsi"/>
                <w:b/>
                <w:bCs/>
              </w:rPr>
            </w:pPr>
            <w:r w:rsidRPr="00A60BBD"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2D481B91" w14:textId="77777777" w:rsidR="00A60BBD" w:rsidRDefault="00A60BBD" w:rsidP="000D7B2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5255437" w14:textId="2B63C34D" w:rsidR="000D7B21" w:rsidRPr="000D7B21" w:rsidRDefault="000D7B21" w:rsidP="000D7B21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Used disposable RPE/PPE</w:t>
            </w:r>
          </w:p>
          <w:p w14:paraId="041C8066" w14:textId="77777777" w:rsidR="000D7B21" w:rsidRPr="000D7B21" w:rsidRDefault="000D7B21" w:rsidP="000D7B2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476884B" w14:textId="77777777" w:rsidR="000D7B21" w:rsidRPr="000D7B21" w:rsidRDefault="000D7B21" w:rsidP="000D7B21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Site staff</w:t>
            </w:r>
          </w:p>
          <w:p w14:paraId="62578AC6" w14:textId="77777777" w:rsidR="000D7B21" w:rsidRPr="000D7B21" w:rsidRDefault="000D7B21" w:rsidP="000D7B21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Contractors</w:t>
            </w:r>
          </w:p>
          <w:p w14:paraId="5373AC7D" w14:textId="77777777" w:rsidR="000D7B21" w:rsidRPr="000D7B21" w:rsidRDefault="000D7B21" w:rsidP="000D7B2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7AD1A18" w14:textId="77777777" w:rsidR="000D7B21" w:rsidRPr="000D7B21" w:rsidRDefault="000D7B21" w:rsidP="000D7B21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2124EBB3" w14:textId="77777777" w:rsidR="000D7B21" w:rsidRPr="00C250B0" w:rsidRDefault="000D7B21" w:rsidP="000D7B2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2072F936" w14:textId="77777777" w:rsidR="000D7B21" w:rsidRPr="00C250B0" w:rsidRDefault="000D7B21" w:rsidP="000D7B2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75CF5585" w14:textId="77777777" w:rsidR="000D7B21" w:rsidRPr="00C250B0" w:rsidRDefault="000D7B21" w:rsidP="000D7B2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2E10C568" w14:textId="77777777" w:rsidR="000D7B21" w:rsidRPr="00C250B0" w:rsidRDefault="000D7B21" w:rsidP="000D7B2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4C14563E" w14:textId="77777777" w:rsidR="000D7B21" w:rsidRDefault="000D7B21" w:rsidP="000D7B21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Ensure that appropriate PPE and RPE, if required, and gloves are issued to cleaning crews.</w:t>
            </w:r>
          </w:p>
          <w:p w14:paraId="5471E472" w14:textId="3CB0FCDB" w:rsidR="00E87E58" w:rsidRPr="00690F8D" w:rsidRDefault="00E87E58" w:rsidP="000D7B21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Mops and other cleaning items should be cleaned in a bl</w:t>
            </w:r>
            <w:r w:rsidR="00365DAA">
              <w:rPr>
                <w:rFonts w:asciiTheme="minorHAnsi" w:hAnsiTheme="minorHAnsi" w:cstheme="minorHAnsi"/>
              </w:rPr>
              <w:t>ea</w:t>
            </w:r>
            <w:r>
              <w:rPr>
                <w:rFonts w:asciiTheme="minorHAnsi" w:hAnsiTheme="minorHAnsi" w:cstheme="minorHAnsi"/>
              </w:rPr>
              <w:t>ch solution</w:t>
            </w:r>
          </w:p>
        </w:tc>
        <w:tc>
          <w:tcPr>
            <w:tcW w:w="3117" w:type="dxa"/>
          </w:tcPr>
          <w:p w14:paraId="7AFF2864" w14:textId="77777777" w:rsidR="000D7B21" w:rsidRPr="005F39C6" w:rsidRDefault="000D7B21" w:rsidP="000D7B21">
            <w:pPr>
              <w:pStyle w:val="NoSpacing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5F39C6">
              <w:rPr>
                <w:rFonts w:asciiTheme="minorHAnsi" w:hAnsiTheme="minorHAnsi" w:cstheme="minorHAnsi"/>
              </w:rPr>
              <w:t>Consider toolbox talks for cleaning crews to explain any new cleaning procedures.</w:t>
            </w:r>
          </w:p>
          <w:p w14:paraId="3055D610" w14:textId="29BD7B2B" w:rsidR="000D7B21" w:rsidRPr="000D7B21" w:rsidRDefault="000D7B21" w:rsidP="000D7B2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D7B21">
              <w:rPr>
                <w:rFonts w:asciiTheme="minorHAnsi" w:hAnsiTheme="minorHAnsi" w:cstheme="minorHAnsi"/>
                <w:sz w:val="20"/>
                <w:szCs w:val="20"/>
              </w:rPr>
              <w:t>Use signage to denote a specific area for the storage of this type of waste.</w:t>
            </w:r>
          </w:p>
        </w:tc>
        <w:tc>
          <w:tcPr>
            <w:tcW w:w="425" w:type="dxa"/>
            <w:vAlign w:val="center"/>
          </w:tcPr>
          <w:p w14:paraId="6801E5D2" w14:textId="77777777" w:rsidR="000D7B21" w:rsidRPr="00307A0C" w:rsidRDefault="000D7B21" w:rsidP="000D7B2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2BDAAA78" w14:textId="77777777" w:rsidR="000D7B21" w:rsidRPr="00307A0C" w:rsidRDefault="000D7B21" w:rsidP="000D7B2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7ECA76C3" w14:textId="77777777" w:rsidR="000D7B21" w:rsidRPr="00307A0C" w:rsidRDefault="000D7B21" w:rsidP="000D7B2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E58" w:rsidRPr="00C458C3" w14:paraId="2794BB4D" w14:textId="77777777" w:rsidTr="009B1358">
        <w:trPr>
          <w:cantSplit/>
          <w:jc w:val="center"/>
        </w:trPr>
        <w:tc>
          <w:tcPr>
            <w:tcW w:w="1982" w:type="dxa"/>
          </w:tcPr>
          <w:p w14:paraId="4B970DD9" w14:textId="2DC6A9A5" w:rsidR="00E87E58" w:rsidRPr="00277E03" w:rsidRDefault="00E87E58" w:rsidP="00E87E58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DELIVERIES</w:t>
            </w:r>
          </w:p>
        </w:tc>
        <w:tc>
          <w:tcPr>
            <w:tcW w:w="1991" w:type="dxa"/>
          </w:tcPr>
          <w:p w14:paraId="5F2F49F2" w14:textId="77777777" w:rsidR="00E87E58" w:rsidRPr="000D7B21" w:rsidRDefault="00E87E58" w:rsidP="00E87E58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COVID-19 </w:t>
            </w:r>
          </w:p>
          <w:p w14:paraId="7CFB101A" w14:textId="01A7268A" w:rsidR="00E87E58" w:rsidRPr="00C458C3" w:rsidRDefault="005332A7" w:rsidP="00E87E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Transmission of</w:t>
            </w:r>
            <w:r w:rsidR="00E87E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COVID-19 infection via delivery material</w:t>
            </w:r>
            <w:r w:rsidR="0079093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E87E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or driver</w:t>
            </w:r>
            <w:r w:rsidR="00E87E58" w:rsidRPr="000D7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</w:tcPr>
          <w:p w14:paraId="6E4B7499" w14:textId="77777777" w:rsidR="00E87E58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COVID-19</w:t>
            </w:r>
          </w:p>
          <w:p w14:paraId="5FC516A7" w14:textId="66BAFAAD" w:rsidR="00E87E58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  <w:r w:rsidRPr="00A60BBD">
              <w:rPr>
                <w:rFonts w:asciiTheme="minorHAnsi" w:hAnsiTheme="minorHAnsi" w:cstheme="minorHAnsi"/>
                <w:b/>
                <w:bCs/>
              </w:rPr>
              <w:t>Risk of infection</w:t>
            </w:r>
          </w:p>
          <w:p w14:paraId="2E2FA606" w14:textId="435C6AA0" w:rsidR="00E87E58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Delivery materials</w:t>
            </w:r>
          </w:p>
          <w:p w14:paraId="4B735F8E" w14:textId="01F9D382" w:rsidR="00E87E58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Delivery driver</w:t>
            </w:r>
          </w:p>
          <w:p w14:paraId="6833C631" w14:textId="2C793963" w:rsidR="00E87E58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Delivery vehicle</w:t>
            </w:r>
          </w:p>
          <w:p w14:paraId="15F6F9B5" w14:textId="77777777" w:rsidR="00E87E58" w:rsidRPr="000D7B21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ED661C8" w14:textId="77777777" w:rsidR="00E87E58" w:rsidRPr="000D7B21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Site staff</w:t>
            </w:r>
          </w:p>
          <w:p w14:paraId="41720501" w14:textId="77777777" w:rsidR="00E87E58" w:rsidRPr="000D7B21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  <w:r w:rsidRPr="000D7B21">
              <w:rPr>
                <w:rFonts w:asciiTheme="minorHAnsi" w:hAnsiTheme="minorHAnsi" w:cstheme="minorHAnsi"/>
                <w:b/>
                <w:bCs/>
              </w:rPr>
              <w:t>Contractors</w:t>
            </w:r>
          </w:p>
          <w:p w14:paraId="4E36DEEA" w14:textId="77777777" w:rsidR="00E87E58" w:rsidRPr="000D7B21" w:rsidRDefault="00E87E58" w:rsidP="00E87E58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6A5A038" w14:textId="77777777" w:rsidR="00E87E58" w:rsidRPr="00C458C3" w:rsidRDefault="00E87E58" w:rsidP="00E87E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5B00580A" w14:textId="77777777" w:rsidR="00E87E58" w:rsidRPr="00C250B0" w:rsidRDefault="00E87E58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373E4D5A" w14:textId="77777777" w:rsidR="00E87E58" w:rsidRPr="00C250B0" w:rsidRDefault="00E87E58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6C2A47BD" w14:textId="77777777" w:rsidR="00E87E58" w:rsidRPr="00C250B0" w:rsidRDefault="00E87E58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19AC8E3F" w14:textId="77777777" w:rsidR="00E87E58" w:rsidRDefault="00E87E58" w:rsidP="00E87E58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Consider specific delivery area if not already in place</w:t>
            </w:r>
          </w:p>
          <w:p w14:paraId="140A5475" w14:textId="5A5B723F" w:rsidR="00E87E58" w:rsidRDefault="00E87E58" w:rsidP="00E87E58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Provision for delivery driver to </w:t>
            </w:r>
            <w:r w:rsidR="005332A7">
              <w:rPr>
                <w:rFonts w:asciiTheme="minorHAnsi" w:hAnsiTheme="minorHAnsi" w:cstheme="minorHAnsi"/>
              </w:rPr>
              <w:t>wash and</w:t>
            </w:r>
            <w:r>
              <w:rPr>
                <w:rFonts w:asciiTheme="minorHAnsi" w:hAnsiTheme="minorHAnsi" w:cstheme="minorHAnsi"/>
              </w:rPr>
              <w:t xml:space="preserve"> dry hands before and after delivery</w:t>
            </w:r>
          </w:p>
          <w:p w14:paraId="3E31CC23" w14:textId="662E6C16" w:rsidR="00E87E58" w:rsidRDefault="00E87E58" w:rsidP="00E87E58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Limit staff</w:t>
            </w:r>
            <w:r w:rsidR="00BC28C5">
              <w:rPr>
                <w:rFonts w:asciiTheme="minorHAnsi" w:hAnsiTheme="minorHAnsi" w:cstheme="minorHAnsi"/>
              </w:rPr>
              <w:t xml:space="preserve"> </w:t>
            </w:r>
            <w:r w:rsidR="00AE16EE">
              <w:rPr>
                <w:rFonts w:asciiTheme="minorHAnsi" w:hAnsiTheme="minorHAnsi" w:cstheme="minorHAnsi"/>
              </w:rPr>
              <w:t>permitted in</w:t>
            </w:r>
            <w:r>
              <w:rPr>
                <w:rFonts w:asciiTheme="minorHAnsi" w:hAnsiTheme="minorHAnsi" w:cstheme="minorHAnsi"/>
              </w:rPr>
              <w:t xml:space="preserve"> the delivery area</w:t>
            </w:r>
          </w:p>
          <w:p w14:paraId="2D0F19E5" w14:textId="4605C04B" w:rsidR="00E87E58" w:rsidRPr="0031444B" w:rsidRDefault="00E87E58" w:rsidP="00E87E58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Consider marking the </w:t>
            </w:r>
            <w:r w:rsidR="005332A7">
              <w:rPr>
                <w:rFonts w:asciiTheme="minorHAnsi" w:hAnsiTheme="minorHAnsi" w:cstheme="minorHAnsi"/>
              </w:rPr>
              <w:t>2-metre</w:t>
            </w:r>
            <w:r>
              <w:rPr>
                <w:rFonts w:asciiTheme="minorHAnsi" w:hAnsiTheme="minorHAnsi" w:cstheme="minorHAnsi"/>
              </w:rPr>
              <w:t xml:space="preserve"> separation distance to remind site staff</w:t>
            </w:r>
          </w:p>
        </w:tc>
        <w:tc>
          <w:tcPr>
            <w:tcW w:w="3117" w:type="dxa"/>
          </w:tcPr>
          <w:p w14:paraId="144B87C4" w14:textId="77777777" w:rsidR="00E87E58" w:rsidRDefault="00E87E58" w:rsidP="00E87E58">
            <w:pPr>
              <w:pStyle w:val="NoSpacing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Limit contact with delivery driver</w:t>
            </w:r>
          </w:p>
          <w:p w14:paraId="0EE75481" w14:textId="77777777" w:rsidR="00E87E58" w:rsidRDefault="00E87E58" w:rsidP="00E87E58">
            <w:pPr>
              <w:pStyle w:val="NoSpacing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Consider waiting areas for drivers with large deliveries</w:t>
            </w:r>
          </w:p>
          <w:p w14:paraId="77FE4A50" w14:textId="57B8C68A" w:rsidR="00E87E58" w:rsidRDefault="00E87E58" w:rsidP="00E87E58">
            <w:pPr>
              <w:pStyle w:val="NoSpacing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Site staff assisting with the delivery should try to maintain to 2 metre separation </w:t>
            </w:r>
            <w:r w:rsidR="005332A7">
              <w:rPr>
                <w:rFonts w:asciiTheme="minorHAnsi" w:hAnsiTheme="minorHAnsi" w:cstheme="minorHAnsi"/>
              </w:rPr>
              <w:t>rules</w:t>
            </w:r>
          </w:p>
          <w:p w14:paraId="37611FF6" w14:textId="0B1F5F73" w:rsidR="00E87E58" w:rsidRPr="00690F8D" w:rsidRDefault="00E87E58" w:rsidP="00E87E58">
            <w:pPr>
              <w:pStyle w:val="NoSpacing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Where this cannot be followed, limit contact </w:t>
            </w:r>
            <w:r w:rsidR="005332A7">
              <w:rPr>
                <w:rFonts w:asciiTheme="minorHAnsi" w:hAnsiTheme="minorHAnsi" w:cstheme="minorHAnsi"/>
              </w:rPr>
              <w:t>time and</w:t>
            </w:r>
            <w:r>
              <w:rPr>
                <w:rFonts w:asciiTheme="minorHAnsi" w:hAnsiTheme="minorHAnsi" w:cstheme="minorHAnsi"/>
              </w:rPr>
              <w:t xml:space="preserve"> consider additional PPE measures</w:t>
            </w:r>
          </w:p>
        </w:tc>
        <w:tc>
          <w:tcPr>
            <w:tcW w:w="425" w:type="dxa"/>
            <w:vAlign w:val="center"/>
          </w:tcPr>
          <w:p w14:paraId="2413FBEE" w14:textId="77777777" w:rsidR="00E87E58" w:rsidRPr="00307A0C" w:rsidRDefault="00E87E58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2DB4B1F4" w14:textId="77777777" w:rsidR="00E87E58" w:rsidRPr="00307A0C" w:rsidRDefault="00E87E58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081BA4FA" w14:textId="77777777" w:rsidR="00E87E58" w:rsidRPr="00307A0C" w:rsidRDefault="00E87E58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653F4" w:rsidRPr="00C458C3" w14:paraId="2DFADD6D" w14:textId="77777777" w:rsidTr="009B1358">
        <w:trPr>
          <w:cantSplit/>
          <w:jc w:val="center"/>
        </w:trPr>
        <w:tc>
          <w:tcPr>
            <w:tcW w:w="1982" w:type="dxa"/>
          </w:tcPr>
          <w:p w14:paraId="581EF153" w14:textId="34018830" w:rsidR="009653F4" w:rsidRDefault="009653F4" w:rsidP="00E87E58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IN ISOLATION</w:t>
            </w:r>
          </w:p>
        </w:tc>
        <w:tc>
          <w:tcPr>
            <w:tcW w:w="1991" w:type="dxa"/>
          </w:tcPr>
          <w:p w14:paraId="361CF45D" w14:textId="6DA1DFFD" w:rsidR="009653F4" w:rsidRPr="000D7B21" w:rsidRDefault="009653F4" w:rsidP="00E87E58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Lone </w:t>
            </w:r>
            <w:r w:rsidR="00BA2FF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</w:t>
            </w:r>
          </w:p>
        </w:tc>
        <w:tc>
          <w:tcPr>
            <w:tcW w:w="1558" w:type="dxa"/>
          </w:tcPr>
          <w:p w14:paraId="79C69AD0" w14:textId="48D8CE16" w:rsidR="009653F4" w:rsidRDefault="009653F4" w:rsidP="00E87E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Feeli</w:t>
            </w:r>
            <w:r w:rsidR="00990723">
              <w:rPr>
                <w:rFonts w:asciiTheme="minorHAnsi" w:hAnsiTheme="minorHAnsi" w:cstheme="minorHAnsi"/>
                <w:b/>
                <w:bCs/>
              </w:rPr>
              <w:t>ng of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Isolation</w:t>
            </w:r>
            <w:r w:rsidR="00990723">
              <w:rPr>
                <w:rFonts w:asciiTheme="minorHAnsi" w:hAnsiTheme="minorHAnsi" w:cstheme="minorHAnsi"/>
                <w:b/>
                <w:bCs/>
              </w:rPr>
              <w:t xml:space="preserve"> and or</w:t>
            </w:r>
          </w:p>
          <w:p w14:paraId="7BFDAA32" w14:textId="5D3D74F1" w:rsidR="00990723" w:rsidRDefault="00990723" w:rsidP="00E87E58">
            <w:pPr>
              <w:rPr>
                <w:rFonts w:asciiTheme="minorHAnsi" w:hAnsiTheme="minorHAnsi" w:cstheme="minorHAnsi"/>
                <w:b/>
                <w:bCs/>
              </w:rPr>
            </w:pPr>
            <w:r w:rsidRPr="00990723">
              <w:rPr>
                <w:rFonts w:asciiTheme="minorHAnsi" w:hAnsiTheme="minorHAnsi" w:cstheme="minorHAnsi"/>
                <w:b/>
                <w:bCs/>
              </w:rPr>
              <w:t>anxiety</w:t>
            </w:r>
          </w:p>
          <w:p w14:paraId="0FD76D41" w14:textId="4B6E4493" w:rsidR="009653F4" w:rsidRDefault="009653F4" w:rsidP="00E87E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56870571" w14:textId="77777777" w:rsidR="009653F4" w:rsidRPr="00C250B0" w:rsidRDefault="009653F4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14E8AE0C" w14:textId="77777777" w:rsidR="009653F4" w:rsidRPr="00C250B0" w:rsidRDefault="009653F4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D69CEB6" w14:textId="77777777" w:rsidR="009653F4" w:rsidRPr="00C250B0" w:rsidRDefault="009653F4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51CED2A1" w14:textId="4753E1D5" w:rsidR="009653F4" w:rsidRDefault="009653F4" w:rsidP="00E87E58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you have regular check ins with all staff lone working</w:t>
            </w:r>
          </w:p>
          <w:p w14:paraId="1F2BF97B" w14:textId="7A74678D" w:rsidR="009653F4" w:rsidRDefault="009653F4" w:rsidP="00E87E58">
            <w:pPr>
              <w:pStyle w:val="Header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="00BA2FF7">
              <w:rPr>
                <w:rFonts w:asciiTheme="minorHAnsi" w:hAnsiTheme="minorHAnsi" w:cstheme="minorHAnsi"/>
              </w:rPr>
              <w:t>toolbox</w:t>
            </w:r>
            <w:r>
              <w:rPr>
                <w:rFonts w:asciiTheme="minorHAnsi" w:hAnsiTheme="minorHAnsi" w:cstheme="minorHAnsi"/>
              </w:rPr>
              <w:t xml:space="preserve"> talks to </w:t>
            </w:r>
            <w:r w:rsidR="00BC28C5">
              <w:rPr>
                <w:rFonts w:asciiTheme="minorHAnsi" w:hAnsiTheme="minorHAnsi" w:cstheme="minorHAnsi"/>
              </w:rPr>
              <w:t xml:space="preserve">provide </w:t>
            </w:r>
            <w:r>
              <w:rPr>
                <w:rFonts w:asciiTheme="minorHAnsi" w:hAnsiTheme="minorHAnsi" w:cstheme="minorHAnsi"/>
              </w:rPr>
              <w:t>update</w:t>
            </w:r>
            <w:r w:rsidR="00BC28C5">
              <w:rPr>
                <w:rFonts w:asciiTheme="minorHAnsi" w:hAnsiTheme="minorHAnsi" w:cstheme="minorHAnsi"/>
              </w:rPr>
              <w:t>s to all staff</w:t>
            </w:r>
          </w:p>
        </w:tc>
        <w:tc>
          <w:tcPr>
            <w:tcW w:w="3117" w:type="dxa"/>
          </w:tcPr>
          <w:p w14:paraId="6268928D" w14:textId="2645D186" w:rsidR="009653F4" w:rsidRDefault="009653F4" w:rsidP="00E87E58">
            <w:pPr>
              <w:pStyle w:val="NoSpacing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Use systems like skype to have regular meetings to discuss any concerns staff may have</w:t>
            </w:r>
          </w:p>
          <w:p w14:paraId="750EA398" w14:textId="4A31DA98" w:rsidR="009653F4" w:rsidRDefault="009653F4" w:rsidP="00E87E58">
            <w:pPr>
              <w:pStyle w:val="NoSpacing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Ensure appropriate first aid cover is </w:t>
            </w:r>
            <w:r w:rsidR="00BA2FF7">
              <w:rPr>
                <w:rFonts w:asciiTheme="minorHAnsi" w:hAnsiTheme="minorHAnsi" w:cstheme="minorHAnsi"/>
              </w:rPr>
              <w:t>available</w:t>
            </w:r>
          </w:p>
        </w:tc>
        <w:tc>
          <w:tcPr>
            <w:tcW w:w="425" w:type="dxa"/>
            <w:vAlign w:val="center"/>
          </w:tcPr>
          <w:p w14:paraId="4DA6FC19" w14:textId="77777777" w:rsidR="009653F4" w:rsidRPr="00307A0C" w:rsidRDefault="009653F4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A222AEB" w14:textId="77777777" w:rsidR="009653F4" w:rsidRPr="00307A0C" w:rsidRDefault="009653F4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2BD53910" w14:textId="77777777" w:rsidR="009653F4" w:rsidRPr="00307A0C" w:rsidRDefault="009653F4" w:rsidP="00E87E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1"/>
    </w:tbl>
    <w:p w14:paraId="21CE8FF4" w14:textId="77777777" w:rsidR="00864989" w:rsidRDefault="00864989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C7536F8" w14:textId="77777777" w:rsidR="00864989" w:rsidRDefault="00864989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7CA8BD5" w14:textId="79C0756C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BD9ADD9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7974870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A4A9E6C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E0921C9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C838633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FA18FCA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0B7047E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E235BD9" w14:textId="77777777" w:rsidR="00365DAA" w:rsidRDefault="00365DA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1558"/>
        <w:gridCol w:w="779"/>
        <w:gridCol w:w="780"/>
        <w:gridCol w:w="425"/>
        <w:gridCol w:w="426"/>
        <w:gridCol w:w="682"/>
      </w:tblGrid>
      <w:tr w:rsidR="00703F67" w:rsidRPr="00307A0C" w14:paraId="33C9D7E6" w14:textId="77777777" w:rsidTr="00151A6E">
        <w:trPr>
          <w:cantSplit/>
          <w:trHeight w:val="716"/>
          <w:jc w:val="center"/>
        </w:trPr>
        <w:tc>
          <w:tcPr>
            <w:tcW w:w="15141" w:type="dxa"/>
            <w:gridSpan w:val="13"/>
            <w:shd w:val="clear" w:color="auto" w:fill="B2A1C7" w:themeFill="accent4" w:themeFillTint="99"/>
          </w:tcPr>
          <w:p w14:paraId="29105DC6" w14:textId="7B7F938D" w:rsidR="00703F67" w:rsidRDefault="00703F67" w:rsidP="00703F67">
            <w:pPr>
              <w:tabs>
                <w:tab w:val="left" w:pos="288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Dynamic Risk Assessment</w:t>
            </w:r>
          </w:p>
          <w:p w14:paraId="73EA4074" w14:textId="77777777" w:rsidR="00703F67" w:rsidRDefault="00703F67" w:rsidP="00703F67">
            <w:pPr>
              <w:tabs>
                <w:tab w:val="left" w:pos="28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C65D582" w14:textId="37B87AD0" w:rsidR="00703F67" w:rsidRDefault="00703F67" w:rsidP="00703F67">
            <w:pPr>
              <w:tabs>
                <w:tab w:val="left" w:pos="28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If the works cannot be completed due to the controls above not being in place or the absence of COVID-19 controls, please details the specific issues below and the additional controls that may be required.</w:t>
            </w:r>
          </w:p>
          <w:p w14:paraId="59BCB6AA" w14:textId="4066F9E2" w:rsidR="00703F67" w:rsidRDefault="00703F67" w:rsidP="00703F67">
            <w:pPr>
              <w:tabs>
                <w:tab w:val="left" w:pos="28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 the first instance, any issues recorded in the table below must be discussed with the site manager to see if a solution can be found</w:t>
            </w:r>
            <w:r w:rsidR="009907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5937266C" w14:textId="77777777" w:rsidR="00703F67" w:rsidRPr="00307A0C" w:rsidRDefault="00703F67" w:rsidP="00703F67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65DAA" w:rsidRPr="00307A0C" w14:paraId="121473A3" w14:textId="77777777" w:rsidTr="007D2907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457950B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EFDC5B4" w14:textId="4C2CC919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COVID</w:t>
            </w:r>
            <w:r w:rsidR="00790933">
              <w:rPr>
                <w:rFonts w:asciiTheme="minorHAnsi" w:hAnsiTheme="minorHAnsi" w:cstheme="minorHAnsi"/>
                <w:b/>
              </w:rPr>
              <w:t>-19/Other</w:t>
            </w:r>
            <w:r>
              <w:rPr>
                <w:rFonts w:asciiTheme="minorHAnsi" w:hAnsiTheme="minorHAnsi" w:cstheme="minorHAnsi"/>
                <w:b/>
              </w:rPr>
              <w:t xml:space="preserve"> Controls not in place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389643C9" w14:textId="77777777" w:rsidR="00365DAA" w:rsidRPr="00277E03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77B3551A" w14:textId="77777777" w:rsidR="00365DAA" w:rsidRPr="00277E03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35D4B38B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3BF8A0F5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1132FF04" w14:textId="77777777" w:rsidR="00365DAA" w:rsidRPr="00307A0C" w:rsidRDefault="00365DAA" w:rsidP="00365DAA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854E923" w14:textId="584C8192" w:rsidR="00365DAA" w:rsidRPr="00307A0C" w:rsidRDefault="00365DAA" w:rsidP="00365DAA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Risk Controls</w:t>
            </w:r>
            <w:r>
              <w:rPr>
                <w:rFonts w:asciiTheme="minorHAnsi" w:hAnsiTheme="minorHAnsi" w:cstheme="minorHAnsi"/>
              </w:rPr>
              <w:t xml:space="preserve"> Required to reduce the risk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78DDCE37" w14:textId="77777777" w:rsidR="00365DAA" w:rsidRPr="00307A0C" w:rsidRDefault="00365DAA" w:rsidP="008A7919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Site manager contacted</w:t>
            </w:r>
          </w:p>
        </w:tc>
        <w:tc>
          <w:tcPr>
            <w:tcW w:w="1559" w:type="dxa"/>
            <w:gridSpan w:val="2"/>
            <w:vMerge w:val="restart"/>
            <w:shd w:val="clear" w:color="auto" w:fill="B2A1C7" w:themeFill="accent4" w:themeFillTint="99"/>
          </w:tcPr>
          <w:p w14:paraId="29B29101" w14:textId="77777777" w:rsidR="00365DAA" w:rsidRPr="00365DAA" w:rsidRDefault="00365DAA" w:rsidP="008A7919">
            <w:pPr>
              <w:pStyle w:val="Heading4"/>
              <w:rPr>
                <w:rFonts w:ascii="Calibri" w:hAnsi="Calibri" w:cs="Calibri"/>
                <w:sz w:val="20"/>
              </w:rPr>
            </w:pPr>
            <w:r w:rsidRPr="00365DAA">
              <w:rPr>
                <w:rFonts w:ascii="Calibri" w:hAnsi="Calibri" w:cs="Calibri"/>
                <w:sz w:val="20"/>
              </w:rPr>
              <w:t>Issue resolved</w:t>
            </w:r>
          </w:p>
          <w:p w14:paraId="1D989ADE" w14:textId="77777777" w:rsidR="00365DAA" w:rsidRPr="00365DAA" w:rsidRDefault="00365DAA" w:rsidP="00365DAA">
            <w:pPr>
              <w:rPr>
                <w:rFonts w:ascii="Calibri" w:hAnsi="Calibri" w:cs="Calibri"/>
                <w:b/>
              </w:rPr>
            </w:pPr>
          </w:p>
          <w:p w14:paraId="1C59654E" w14:textId="77777777" w:rsidR="00365DAA" w:rsidRPr="00365DAA" w:rsidRDefault="00365DAA" w:rsidP="00365DAA">
            <w:pPr>
              <w:rPr>
                <w:rFonts w:ascii="Calibri" w:hAnsi="Calibri" w:cs="Calibri"/>
                <w:b/>
              </w:rPr>
            </w:pPr>
          </w:p>
          <w:p w14:paraId="02311F8C" w14:textId="0520601D" w:rsidR="00365DAA" w:rsidRPr="00365DAA" w:rsidRDefault="00365DAA" w:rsidP="00365DAA">
            <w:pPr>
              <w:rPr>
                <w:rFonts w:ascii="Calibri" w:hAnsi="Calibri" w:cs="Calibri"/>
                <w:b/>
              </w:rPr>
            </w:pPr>
            <w:r w:rsidRPr="00365DAA">
              <w:rPr>
                <w:rFonts w:ascii="Calibri" w:hAnsi="Calibri" w:cs="Calibri"/>
                <w:b/>
              </w:rPr>
              <w:t>Yes            No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193E712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365DAA" w:rsidRPr="00307A0C" w14:paraId="61EBECB1" w14:textId="77777777" w:rsidTr="007D2907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35A4F361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419AECD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3853AACA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CCBE9AF" w14:textId="77777777" w:rsidR="00365DAA" w:rsidRPr="00307A0C" w:rsidRDefault="00365DAA" w:rsidP="008A791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35D0EAC4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2ACB3559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0CA707F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B291554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gridSpan w:val="2"/>
            <w:vMerge/>
            <w:shd w:val="clear" w:color="auto" w:fill="B2A1C7" w:themeFill="accent4" w:themeFillTint="99"/>
          </w:tcPr>
          <w:p w14:paraId="014A97D3" w14:textId="32BCAC41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5AF2B68" w14:textId="77777777" w:rsidR="00365DAA" w:rsidRPr="00307A0C" w:rsidRDefault="00365DAA" w:rsidP="008A791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4C20FFA3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28FBE0CD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365DAA" w:rsidRPr="00C458C3" w14:paraId="69CA39AD" w14:textId="77777777" w:rsidTr="00D47907">
        <w:trPr>
          <w:cantSplit/>
          <w:jc w:val="center"/>
        </w:trPr>
        <w:tc>
          <w:tcPr>
            <w:tcW w:w="1982" w:type="dxa"/>
          </w:tcPr>
          <w:p w14:paraId="32E4226F" w14:textId="7A053F3C" w:rsidR="00365DAA" w:rsidRPr="00864989" w:rsidRDefault="00365DAA" w:rsidP="008A7919">
            <w:pPr>
              <w:rPr>
                <w:lang w:eastAsia="en-GB"/>
              </w:rPr>
            </w:pPr>
          </w:p>
        </w:tc>
        <w:tc>
          <w:tcPr>
            <w:tcW w:w="1991" w:type="dxa"/>
          </w:tcPr>
          <w:p w14:paraId="0154396A" w14:textId="77777777" w:rsidR="00365DAA" w:rsidRDefault="00365DAA" w:rsidP="008A79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17492E5C" w14:textId="77777777" w:rsidR="00365DAA" w:rsidRPr="00C250B0" w:rsidRDefault="00365DAA" w:rsidP="008A791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6D844EC5" w14:textId="77777777" w:rsidR="00365DAA" w:rsidRPr="00C250B0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07CEC31F" w14:textId="77777777" w:rsidR="00365DAA" w:rsidRPr="00C250B0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222030F0" w14:textId="77777777" w:rsidR="00365DAA" w:rsidRPr="00C250B0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48023543" w14:textId="4489EAE5" w:rsidR="00365DAA" w:rsidRPr="00690F8D" w:rsidRDefault="00365DAA" w:rsidP="00365DAA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0439BE3" w14:textId="77777777" w:rsidR="00365DAA" w:rsidRPr="000D7B21" w:rsidRDefault="00365DAA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9" w:type="dxa"/>
          </w:tcPr>
          <w:p w14:paraId="78197C61" w14:textId="77777777" w:rsidR="00365DAA" w:rsidRPr="000D7B21" w:rsidRDefault="00365DAA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" w:type="dxa"/>
          </w:tcPr>
          <w:p w14:paraId="0FA5D58A" w14:textId="4945068F" w:rsidR="00365DAA" w:rsidRPr="000D7B21" w:rsidRDefault="00365DAA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7FDC8E7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0E11217C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423E442D" w14:textId="77777777" w:rsidR="00365DAA" w:rsidRPr="00307A0C" w:rsidRDefault="00365DAA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F67" w:rsidRPr="00C458C3" w14:paraId="667DA537" w14:textId="77777777" w:rsidTr="00D47907">
        <w:trPr>
          <w:cantSplit/>
          <w:jc w:val="center"/>
        </w:trPr>
        <w:tc>
          <w:tcPr>
            <w:tcW w:w="1982" w:type="dxa"/>
          </w:tcPr>
          <w:p w14:paraId="1EA1D7A7" w14:textId="77777777" w:rsidR="00703F67" w:rsidRPr="00864989" w:rsidRDefault="00703F67" w:rsidP="008A7919">
            <w:pPr>
              <w:rPr>
                <w:lang w:eastAsia="en-GB"/>
              </w:rPr>
            </w:pPr>
          </w:p>
        </w:tc>
        <w:tc>
          <w:tcPr>
            <w:tcW w:w="1991" w:type="dxa"/>
          </w:tcPr>
          <w:p w14:paraId="41DAD1C6" w14:textId="77777777" w:rsidR="00703F67" w:rsidRDefault="00703F67" w:rsidP="008A79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02AE63F0" w14:textId="77777777" w:rsidR="00703F67" w:rsidRPr="00C250B0" w:rsidRDefault="00703F67" w:rsidP="008A791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773C9AD7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6B0D3433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7498704D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171929D8" w14:textId="77777777" w:rsidR="00703F67" w:rsidRPr="00690F8D" w:rsidRDefault="00703F67" w:rsidP="00365DAA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3B66FE4A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9" w:type="dxa"/>
          </w:tcPr>
          <w:p w14:paraId="793626E9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" w:type="dxa"/>
          </w:tcPr>
          <w:p w14:paraId="2D7FA42B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4C9D247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D949A4E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68F051C3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F67" w:rsidRPr="00C458C3" w14:paraId="3CDFDAF0" w14:textId="77777777" w:rsidTr="00D47907">
        <w:trPr>
          <w:cantSplit/>
          <w:jc w:val="center"/>
        </w:trPr>
        <w:tc>
          <w:tcPr>
            <w:tcW w:w="1982" w:type="dxa"/>
          </w:tcPr>
          <w:p w14:paraId="746C205C" w14:textId="77777777" w:rsidR="00703F67" w:rsidRPr="00864989" w:rsidRDefault="00703F67" w:rsidP="008A7919">
            <w:pPr>
              <w:rPr>
                <w:lang w:eastAsia="en-GB"/>
              </w:rPr>
            </w:pPr>
          </w:p>
        </w:tc>
        <w:tc>
          <w:tcPr>
            <w:tcW w:w="1991" w:type="dxa"/>
          </w:tcPr>
          <w:p w14:paraId="732271A4" w14:textId="77777777" w:rsidR="00703F67" w:rsidRDefault="00703F67" w:rsidP="008A79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0B6E831D" w14:textId="77777777" w:rsidR="00703F67" w:rsidRPr="00C250B0" w:rsidRDefault="00703F67" w:rsidP="008A791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29A89D9E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44B38513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604F91A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77D5340E" w14:textId="77777777" w:rsidR="00703F67" w:rsidRPr="00690F8D" w:rsidRDefault="00703F67" w:rsidP="00365DAA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493B0694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9" w:type="dxa"/>
          </w:tcPr>
          <w:p w14:paraId="78784197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" w:type="dxa"/>
          </w:tcPr>
          <w:p w14:paraId="3879384A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D71413B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CE03FD0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61FCDE0F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3F67" w:rsidRPr="00C458C3" w14:paraId="59427AFC" w14:textId="77777777" w:rsidTr="00D47907">
        <w:trPr>
          <w:cantSplit/>
          <w:jc w:val="center"/>
        </w:trPr>
        <w:tc>
          <w:tcPr>
            <w:tcW w:w="1982" w:type="dxa"/>
          </w:tcPr>
          <w:p w14:paraId="527454FE" w14:textId="77777777" w:rsidR="00703F67" w:rsidRPr="00864989" w:rsidRDefault="00703F67" w:rsidP="008A7919">
            <w:pPr>
              <w:rPr>
                <w:lang w:eastAsia="en-GB"/>
              </w:rPr>
            </w:pPr>
          </w:p>
        </w:tc>
        <w:tc>
          <w:tcPr>
            <w:tcW w:w="1991" w:type="dxa"/>
          </w:tcPr>
          <w:p w14:paraId="53ED657F" w14:textId="77777777" w:rsidR="00703F67" w:rsidRDefault="00703F67" w:rsidP="008A79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55B8F14" w14:textId="77777777" w:rsidR="00703F67" w:rsidRPr="00C250B0" w:rsidRDefault="00703F67" w:rsidP="008A791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348CD938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1A7602DA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C581FF1" w14:textId="77777777" w:rsidR="00703F67" w:rsidRPr="00C250B0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1BCE239D" w14:textId="77777777" w:rsidR="00703F67" w:rsidRPr="00690F8D" w:rsidRDefault="00703F67" w:rsidP="00365DAA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4E390751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9" w:type="dxa"/>
          </w:tcPr>
          <w:p w14:paraId="7CDA7AA0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0" w:type="dxa"/>
          </w:tcPr>
          <w:p w14:paraId="649F41E9" w14:textId="77777777" w:rsidR="00703F67" w:rsidRPr="000D7B21" w:rsidRDefault="00703F67" w:rsidP="00365DAA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CB0762A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28B20007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4FB7CD0E" w14:textId="77777777" w:rsidR="00703F67" w:rsidRPr="00307A0C" w:rsidRDefault="00703F67" w:rsidP="008A791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6325A7" w14:textId="13E47D59" w:rsidR="00864989" w:rsidRDefault="00A60BBD" w:rsidP="00A60BB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FA96D7D" w14:textId="0D78C7BE" w:rsidR="00A60BBD" w:rsidRDefault="00A60BBD" w:rsidP="00A60BB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98C262B" w14:textId="77777777" w:rsidR="00A60BBD" w:rsidRDefault="00A60BBD" w:rsidP="00A60BB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6A81EC7" w14:textId="77777777" w:rsidR="00864989" w:rsidRDefault="00864989" w:rsidP="00E87E58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AB1B175" w14:textId="77777777" w:rsidR="00864989" w:rsidRDefault="00864989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F18C6C" w14:textId="77777777" w:rsidR="00864989" w:rsidRDefault="00864989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6A510E8" w14:textId="77777777" w:rsidR="00864989" w:rsidRDefault="00864989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866FEA" w14:textId="77777777" w:rsidR="00864989" w:rsidRDefault="00864989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8069D4" w14:textId="77777777" w:rsidR="00864989" w:rsidRDefault="00864989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0C566FB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63DF5B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6C016F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3609E9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A2D22B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34B541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811A2C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50CF5C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3605C8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09C2055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7B0CBF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04F38CF" w14:textId="77777777" w:rsidR="00703F67" w:rsidRDefault="00703F67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668D3BD" w14:textId="76A4EE19" w:rsidR="007770CC" w:rsidRPr="007770CC" w:rsidRDefault="007770CC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2E8FDED1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6063B3CB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984"/>
        <w:gridCol w:w="1985"/>
        <w:gridCol w:w="1984"/>
        <w:gridCol w:w="1706"/>
      </w:tblGrid>
      <w:tr w:rsidR="00745448" w:rsidRPr="00651EF5" w14:paraId="26324477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F5519A" w14:textId="77777777" w:rsidR="00745448" w:rsidRPr="00651EF5" w:rsidRDefault="00745448" w:rsidP="009B135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C35635D" wp14:editId="77318D5F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3D487F80" w14:textId="77777777" w:rsidR="00745448" w:rsidRPr="00651EF5" w:rsidRDefault="00745448" w:rsidP="009B135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3096442" wp14:editId="5A57FD6F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21502366" w14:textId="77777777" w:rsidR="00745448" w:rsidRPr="00651EF5" w:rsidRDefault="00745448" w:rsidP="009B135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A273C5" wp14:editId="7F4054B5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A6AC7FD" w14:textId="77777777" w:rsidR="00745448" w:rsidRPr="00651EF5" w:rsidRDefault="00745448" w:rsidP="009B135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1FEA59A" wp14:editId="0123FCE9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0D86F6C7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CAA22B3" wp14:editId="060225BE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DB5D6CF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E9A81" wp14:editId="7D2A0E57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13FE849D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752ABF" wp14:editId="16F5C711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42B2AC60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179635E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58E5FAB1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9CF47B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6FFF3B8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D9A9FA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1FEB90C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B1DE43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34C97F48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24AA7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66ABC79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71475B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16F5F95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56AD64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1EABDFB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2DC8BE35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5B8BB57E" w14:textId="77777777" w:rsidR="00745448" w:rsidRPr="00651EF5" w:rsidRDefault="00745448" w:rsidP="009B135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19BE7BB7" w14:textId="77777777" w:rsidR="00745448" w:rsidRPr="00651EF5" w:rsidRDefault="00745448" w:rsidP="009B135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3B9CE642" w14:textId="77777777" w:rsidR="00745448" w:rsidRPr="00651EF5" w:rsidRDefault="00745448" w:rsidP="009B135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0D3A5675" w14:textId="77777777" w:rsidR="00745448" w:rsidRPr="00651EF5" w:rsidRDefault="00745448" w:rsidP="009B135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1213903D" w14:textId="77777777" w:rsidR="00745448" w:rsidRPr="00651EF5" w:rsidRDefault="00745448" w:rsidP="009B135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3911D73" w14:textId="77777777" w:rsidR="00745448" w:rsidRPr="00651EF5" w:rsidRDefault="00745448" w:rsidP="009B135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41237B7A" w14:textId="77777777" w:rsidR="00745448" w:rsidRPr="00651EF5" w:rsidRDefault="00745448" w:rsidP="009B135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auto"/>
          </w:tcPr>
          <w:p w14:paraId="0944C1BA" w14:textId="77777777" w:rsidR="00745448" w:rsidRPr="00651EF5" w:rsidRDefault="00745448" w:rsidP="009B135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92E1B21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0935D598" w14:textId="77777777" w:rsidR="00745448" w:rsidRPr="00651EF5" w:rsidRDefault="00745448" w:rsidP="009B135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E29D4E" wp14:editId="29B9BA24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714FCFA1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526B3D8" wp14:editId="48CE4B39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DDD4229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2896CF" wp14:editId="092E5985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C3FDD4F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22D0062" wp14:editId="23748ADE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491A054D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9002344" wp14:editId="2555BF85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64A4081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5A126A8" wp14:editId="7254F6F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9994D0F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9325D7" wp14:editId="681F874A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5D71BBA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8D3A34C" w14:textId="77777777" w:rsidR="00745448" w:rsidRPr="00745448" w:rsidRDefault="00745448" w:rsidP="009B135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2A2C5A13" w14:textId="77777777" w:rsidR="00745448" w:rsidRPr="00745448" w:rsidRDefault="00745448" w:rsidP="009B135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2885EFA" w14:textId="77777777" w:rsidR="00745448" w:rsidRPr="00745448" w:rsidRDefault="00745448" w:rsidP="009B135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44B048A7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9E0127A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4319AB3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E08B0B3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0E6F9D8B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AFBA127" w14:textId="77777777" w:rsidR="00745448" w:rsidRPr="00745448" w:rsidRDefault="00745448" w:rsidP="009B135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52625632" w14:textId="77777777" w:rsidR="00745448" w:rsidRPr="00745448" w:rsidRDefault="00745448" w:rsidP="009B135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1918DEA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67FE0400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6EC6478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38AD4CE0" w14:textId="77777777" w:rsidTr="00745448">
        <w:trPr>
          <w:jc w:val="center"/>
        </w:trPr>
        <w:tc>
          <w:tcPr>
            <w:tcW w:w="2263" w:type="dxa"/>
            <w:shd w:val="clear" w:color="auto" w:fill="auto"/>
          </w:tcPr>
          <w:p w14:paraId="284F50AA" w14:textId="77777777" w:rsidR="00745448" w:rsidRPr="00651EF5" w:rsidRDefault="00745448" w:rsidP="009B135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5D6560A" w14:textId="77777777" w:rsidR="00745448" w:rsidRPr="00651EF5" w:rsidRDefault="00745448" w:rsidP="009B135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0AAF6DAA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070ED6CC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F5300E3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0E55E7D3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0AB3796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1380363C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140C38D4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6B063D" w14:textId="77777777" w:rsidR="00745448" w:rsidRPr="00651EF5" w:rsidRDefault="00745448" w:rsidP="009B135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C960816" wp14:editId="42C1048A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03DB3C56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1D80617" wp14:editId="576E5FAB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CA6718F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590F9F" wp14:editId="33B911D7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685F24E8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DEE3F18" wp14:editId="17F75B54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517CDB2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77776AB" wp14:editId="0D1026BC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D3AF158" w14:textId="77777777" w:rsidR="00745448" w:rsidRPr="00651EF5" w:rsidRDefault="00745448" w:rsidP="009B135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FAABF02" wp14:editId="146E78DC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794981F9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1F4E2F" wp14:editId="65075F1A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22FC5CFE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3ECCACC" w14:textId="77777777" w:rsidR="00745448" w:rsidRPr="00745448" w:rsidRDefault="00745448" w:rsidP="009B135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1E2CCD47" w14:textId="77777777" w:rsidR="00745448" w:rsidRPr="00745448" w:rsidRDefault="00745448" w:rsidP="009B135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7CBD61D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21E1EEA7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738D4785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0DFDA4C4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6A6B8F6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55129354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4AACED0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67CCDE79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97FAACA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71C7D142" w14:textId="77777777" w:rsidR="00745448" w:rsidRPr="00745448" w:rsidRDefault="00745448" w:rsidP="009B135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9B3D4EE" w14:textId="77777777" w:rsidR="00745448" w:rsidRPr="00632DD1" w:rsidRDefault="00632DD1" w:rsidP="009B135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745448" w:rsidRPr="00651EF5" w14:paraId="7738DF30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46884E65" w14:textId="77777777" w:rsidR="00745448" w:rsidRPr="00651EF5" w:rsidRDefault="00745448" w:rsidP="009B135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6345586" w14:textId="77777777" w:rsidR="00745448" w:rsidRPr="00651EF5" w:rsidRDefault="00745448" w:rsidP="009B135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50C1F7E8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3C504D6F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FB7601B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8EEE245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2F6B51A6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43282C50" w14:textId="77777777" w:rsidR="00745448" w:rsidRPr="00651EF5" w:rsidRDefault="00745448" w:rsidP="009B135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5BD72461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79B8576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545BF31B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668A3A95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FF655EC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084B18E0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4406108F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37B606DB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31CF48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E9E12F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970B4B8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53D1DF38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356D4228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7983374C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3B8FD81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60CE5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54D94C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2F4B5ED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0702C3E4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D57D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CF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DD4D618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926469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C6EC99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138DC01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D5D020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4422D2E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21886BB9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1021A3A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758EE18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56EDEE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96AC65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0480A2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BAD23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81E48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CD48C5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11805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F14F8A6" w14:textId="77777777" w:rsidTr="007F77F6">
        <w:tc>
          <w:tcPr>
            <w:tcW w:w="614" w:type="dxa"/>
            <w:vMerge/>
            <w:shd w:val="clear" w:color="auto" w:fill="E0E0E0"/>
          </w:tcPr>
          <w:p w14:paraId="0999514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9D0E08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3D43321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55E4ED3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4A6D9A3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9C323F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E48E7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4DF60CF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35D586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CD866E8" w14:textId="77777777" w:rsidTr="007F77F6">
        <w:tc>
          <w:tcPr>
            <w:tcW w:w="614" w:type="dxa"/>
            <w:vMerge/>
            <w:shd w:val="clear" w:color="auto" w:fill="E0E0E0"/>
          </w:tcPr>
          <w:p w14:paraId="4293F01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06F736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0EAA513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36F98F6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1F0045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87737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40A5DBA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35E806AF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15534D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63BF92A9" w14:textId="77777777" w:rsidTr="007F77F6">
        <w:tc>
          <w:tcPr>
            <w:tcW w:w="614" w:type="dxa"/>
            <w:vMerge/>
            <w:shd w:val="clear" w:color="auto" w:fill="E0E0E0"/>
          </w:tcPr>
          <w:p w14:paraId="74F0AD77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03BB09B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1CF30640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324373DB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0C071A6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1D4C60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ABD8A0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4660592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58F0544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16DE285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21B06EF2" w14:textId="77777777" w:rsidTr="007F77F6">
        <w:tc>
          <w:tcPr>
            <w:tcW w:w="614" w:type="dxa"/>
            <w:vMerge/>
            <w:shd w:val="clear" w:color="auto" w:fill="E0E0E0"/>
          </w:tcPr>
          <w:p w14:paraId="476A488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36DCC9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364EC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06B78E9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4AE6E0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64F86F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03F890C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71D74290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6A217C7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6D6A6A56" w14:textId="77777777" w:rsidTr="007F77F6">
        <w:tc>
          <w:tcPr>
            <w:tcW w:w="614" w:type="dxa"/>
            <w:vMerge/>
            <w:shd w:val="clear" w:color="auto" w:fill="E0E0E0"/>
          </w:tcPr>
          <w:p w14:paraId="089CF69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8AD77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01BEA4F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09CA877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39BCD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1C13671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2F65E64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7340B365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42F15F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267E5BA1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31333C25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88E090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BFD2DB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1ACF3C4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1B47C96F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C075AC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7715A2F6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159730D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6439299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7FFDEB0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B2F90CA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7AD276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85419E1" w14:textId="77777777" w:rsidTr="007F77F6">
        <w:tc>
          <w:tcPr>
            <w:tcW w:w="774" w:type="dxa"/>
            <w:shd w:val="clear" w:color="auto" w:fill="FF0000"/>
            <w:vAlign w:val="center"/>
          </w:tcPr>
          <w:p w14:paraId="1419AB4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37CCC2F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4561824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48D0EA1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1B14295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D71BF15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7FBC4325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7468DD52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75FF8ECB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6815F343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22326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3F348F8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77431F7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651C16F6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01A9D4AE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1C617FA7" w14:textId="77777777" w:rsidTr="00D86014">
        <w:tc>
          <w:tcPr>
            <w:tcW w:w="2088" w:type="dxa"/>
            <w:shd w:val="clear" w:color="auto" w:fill="E0E0E0"/>
          </w:tcPr>
          <w:p w14:paraId="6B50CD9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15ECAE9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33F1CE6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5E8874E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33F984D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06699AB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1B9BE8AC" w14:textId="77777777" w:rsidTr="00D86014">
        <w:tc>
          <w:tcPr>
            <w:tcW w:w="2088" w:type="dxa"/>
          </w:tcPr>
          <w:p w14:paraId="636AF85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9C6172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5F73A63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72BD2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5EBE1FD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3ED8BB7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02553BED" w14:textId="77777777" w:rsidTr="00D86014">
        <w:tc>
          <w:tcPr>
            <w:tcW w:w="2088" w:type="dxa"/>
          </w:tcPr>
          <w:p w14:paraId="4739C34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0E0689B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2BDDE70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AF5D90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4494C72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AA9E22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4169A76" w14:textId="77777777" w:rsidTr="00D86014">
        <w:tc>
          <w:tcPr>
            <w:tcW w:w="2088" w:type="dxa"/>
          </w:tcPr>
          <w:p w14:paraId="1AE893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75FC8B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0A368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7F5580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1A3FB23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8A459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03296E7" w14:textId="77777777" w:rsidTr="00D86014">
        <w:tc>
          <w:tcPr>
            <w:tcW w:w="2088" w:type="dxa"/>
          </w:tcPr>
          <w:p w14:paraId="2230A4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F243B5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C0534D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EC944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A490F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FEA079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0FD414B5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562B0FB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4D07910A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3653FC22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EFC737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4358EE4B" w14:textId="77777777" w:rsidTr="00D86014">
        <w:tc>
          <w:tcPr>
            <w:tcW w:w="2088" w:type="dxa"/>
            <w:shd w:val="clear" w:color="auto" w:fill="E0E0E0"/>
          </w:tcPr>
          <w:p w14:paraId="45E6E1F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4577A7F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1A742D9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7604BDE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2EF764C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63E0D50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33EE3D3C" w14:textId="77777777" w:rsidTr="00D86014">
        <w:tc>
          <w:tcPr>
            <w:tcW w:w="2088" w:type="dxa"/>
          </w:tcPr>
          <w:p w14:paraId="45BA860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FB522D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0305AF6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0C27B9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6B1642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014402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E9DD45E" w14:textId="77777777" w:rsidTr="00D86014">
        <w:tc>
          <w:tcPr>
            <w:tcW w:w="2088" w:type="dxa"/>
          </w:tcPr>
          <w:p w14:paraId="55B0068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CF854A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DD5113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320256C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EC8D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B1CE5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1B84C98" w14:textId="77777777" w:rsidTr="00D86014">
        <w:tc>
          <w:tcPr>
            <w:tcW w:w="2088" w:type="dxa"/>
          </w:tcPr>
          <w:p w14:paraId="47E8E4B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4C9A9CF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628485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10EBE2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7DA2ABF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4AC515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09C6370" w14:textId="77777777" w:rsidTr="00D86014">
        <w:tc>
          <w:tcPr>
            <w:tcW w:w="2088" w:type="dxa"/>
          </w:tcPr>
          <w:p w14:paraId="565F379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DE4639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5DCC5EA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45746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2328C70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6E676B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A9F8140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342E4B9E" w14:textId="6683B877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66489C0C" w14:textId="0A976B01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6DF0B564" w14:textId="466BA7B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2B0E61B7" w14:textId="61C76678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9B30441" w14:textId="23B6F25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C7C3E23" w14:textId="05689D9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197220F1" w14:textId="4A667FC9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94131BD" w14:textId="351DF2D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8F9A0AE" w14:textId="7B96221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49A7390E" w14:textId="2F44A06F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6CB8DB3" w14:textId="7A0801E3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A1AA546" w14:textId="730D6694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203D5708" w14:textId="5C45BAC3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15BAE6A1" w14:textId="2E00D111" w:rsidR="00BC08C0" w:rsidRPr="00BC08C0" w:rsidRDefault="00BC08C0" w:rsidP="00BC08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3E2E7AB1" w14:textId="77777777" w:rsidR="00BC08C0" w:rsidRPr="00BC08C0" w:rsidRDefault="00BC08C0" w:rsidP="00BC08C0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6F17BE4B" w14:textId="6CDB23FF" w:rsidR="002605EC" w:rsidRPr="00BC08C0" w:rsidRDefault="00BC08C0" w:rsidP="00BA16E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2" w:name="_GoBack"/>
      <w:bookmarkEnd w:id="2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BC08C0" w14:paraId="5B93C87E" w14:textId="77777777" w:rsidTr="00BC08C0">
        <w:tc>
          <w:tcPr>
            <w:tcW w:w="3709" w:type="dxa"/>
          </w:tcPr>
          <w:p w14:paraId="60F40F89" w14:textId="77777777" w:rsid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58315358" w14:textId="70615483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77574EB3" w14:textId="2959918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6B733345" w14:textId="6C3187F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3D82BCDA" w14:textId="5D8B8D6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BC08C0" w14:paraId="524B4B00" w14:textId="77777777" w:rsidTr="00BC08C0">
        <w:tc>
          <w:tcPr>
            <w:tcW w:w="3709" w:type="dxa"/>
          </w:tcPr>
          <w:p w14:paraId="6F36FE7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F7F66AF" w14:textId="0E04F4FB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5932A6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9CEA1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1CADF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532A06D4" w14:textId="77777777" w:rsidTr="00BC08C0">
        <w:tc>
          <w:tcPr>
            <w:tcW w:w="3709" w:type="dxa"/>
          </w:tcPr>
          <w:p w14:paraId="7FBA9A5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D893085" w14:textId="2BCD5820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31718E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8237E2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AAAFDF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5806EE8" w14:textId="77777777" w:rsidTr="00BC08C0">
        <w:tc>
          <w:tcPr>
            <w:tcW w:w="3709" w:type="dxa"/>
          </w:tcPr>
          <w:p w14:paraId="1CD6AAE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E54E6EF" w14:textId="34BEF556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A2C123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7C405C6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61E5A7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13C306D" w14:textId="77777777" w:rsidTr="00BC08C0">
        <w:tc>
          <w:tcPr>
            <w:tcW w:w="3709" w:type="dxa"/>
          </w:tcPr>
          <w:p w14:paraId="7906685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B2B6345" w14:textId="72671E6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A8C0F4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A320B8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CF0140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6EC546C4" w14:textId="77777777" w:rsidTr="00BC08C0">
        <w:tc>
          <w:tcPr>
            <w:tcW w:w="3709" w:type="dxa"/>
          </w:tcPr>
          <w:p w14:paraId="366B725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D1A72B3" w14:textId="05DE262E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AAF4A9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1CC86B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E585BC5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41E399FB" w14:textId="77777777" w:rsidTr="00BC08C0">
        <w:tc>
          <w:tcPr>
            <w:tcW w:w="3709" w:type="dxa"/>
          </w:tcPr>
          <w:p w14:paraId="50F83AD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138C1DE" w14:textId="530DBC2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972347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D52C83D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D8A9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3DADF3C8" w14:textId="77777777" w:rsidTr="00BC08C0">
        <w:tc>
          <w:tcPr>
            <w:tcW w:w="3709" w:type="dxa"/>
          </w:tcPr>
          <w:p w14:paraId="53E855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3971636" w14:textId="5DF67B62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63C024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72FACB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B01C3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CEC318A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7"/>
      <w:footerReference w:type="default" r:id="rId28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A8459" w14:textId="77777777" w:rsidR="00202173" w:rsidRDefault="00202173">
      <w:r>
        <w:separator/>
      </w:r>
    </w:p>
  </w:endnote>
  <w:endnote w:type="continuationSeparator" w:id="0">
    <w:p w14:paraId="3EEF279D" w14:textId="77777777" w:rsidR="00202173" w:rsidRDefault="0020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2ADB1" w14:textId="36C60B4A" w:rsidR="009B1358" w:rsidRPr="00C250B0" w:rsidRDefault="005332A7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AF6D06">
      <w:rPr>
        <w:rStyle w:val="headerChar0"/>
        <w:rFonts w:asciiTheme="minorHAnsi" w:hAnsiTheme="minorHAnsi" w:cstheme="minorHAnsi"/>
        <w:bCs/>
        <w:sz w:val="16"/>
        <w:szCs w:val="16"/>
      </w:rPr>
      <w:t>RA</w:t>
    </w:r>
    <w:r w:rsidR="00AF6D06" w:rsidRPr="00AF6D06">
      <w:rPr>
        <w:rStyle w:val="headerChar0"/>
        <w:rFonts w:asciiTheme="minorHAnsi" w:hAnsiTheme="minorHAnsi" w:cstheme="minorHAnsi"/>
        <w:bCs/>
        <w:sz w:val="16"/>
        <w:szCs w:val="16"/>
      </w:rPr>
      <w:t xml:space="preserve"> </w:t>
    </w:r>
    <w:r w:rsidR="00AE16EE" w:rsidRPr="00AF6D06">
      <w:rPr>
        <w:rStyle w:val="headerChar0"/>
        <w:rFonts w:asciiTheme="minorHAnsi" w:hAnsiTheme="minorHAnsi" w:cstheme="minorHAnsi"/>
        <w:bCs/>
        <w:sz w:val="16"/>
        <w:szCs w:val="16"/>
      </w:rPr>
      <w:t>017 COVID</w:t>
    </w:r>
    <w:r w:rsidR="00703F67" w:rsidRPr="00AF6D06">
      <w:rPr>
        <w:rStyle w:val="headerChar0"/>
        <w:rFonts w:asciiTheme="minorHAnsi" w:hAnsiTheme="minorHAnsi" w:cstheme="minorHAnsi"/>
        <w:bCs/>
        <w:sz w:val="16"/>
        <w:szCs w:val="16"/>
      </w:rPr>
      <w:t>-19 &amp; WORKING ON SITE</w:t>
    </w:r>
    <w:r w:rsidR="009B1358">
      <w:rPr>
        <w:rFonts w:asciiTheme="minorHAnsi" w:hAnsiTheme="minorHAnsi" w:cstheme="minorHAnsi"/>
        <w:sz w:val="16"/>
        <w:szCs w:val="16"/>
      </w:rPr>
      <w:tab/>
    </w:r>
    <w:r w:rsidR="009B1358">
      <w:rPr>
        <w:rFonts w:asciiTheme="minorHAnsi" w:hAnsiTheme="minorHAnsi" w:cstheme="minorHAnsi"/>
        <w:sz w:val="16"/>
        <w:szCs w:val="16"/>
      </w:rPr>
      <w:tab/>
      <w:t xml:space="preserve">Reviewed </w:t>
    </w:r>
    <w:r w:rsidR="009B1358" w:rsidRPr="00C250B0">
      <w:rPr>
        <w:rFonts w:asciiTheme="minorHAnsi" w:hAnsiTheme="minorHAnsi" w:cstheme="minorHAnsi"/>
        <w:sz w:val="16"/>
        <w:szCs w:val="16"/>
      </w:rPr>
      <w:t>By</w:t>
    </w:r>
    <w:r w:rsidR="009B1358">
      <w:rPr>
        <w:rFonts w:asciiTheme="minorHAnsi" w:hAnsiTheme="minorHAnsi" w:cstheme="minorHAnsi"/>
        <w:sz w:val="16"/>
        <w:szCs w:val="16"/>
      </w:rPr>
      <w:t>-</w:t>
    </w:r>
    <w:r w:rsidR="009B1358">
      <w:rPr>
        <w:rFonts w:asciiTheme="minorHAnsi" w:hAnsiTheme="minorHAnsi" w:cstheme="minorHAnsi"/>
        <w:sz w:val="16"/>
        <w:szCs w:val="16"/>
      </w:rPr>
      <w:tab/>
    </w:r>
    <w:r w:rsidR="009B1358">
      <w:rPr>
        <w:rFonts w:asciiTheme="minorHAnsi" w:hAnsiTheme="minorHAnsi" w:cstheme="minorHAnsi"/>
        <w:sz w:val="16"/>
        <w:szCs w:val="16"/>
      </w:rPr>
      <w:tab/>
    </w:r>
    <w:r w:rsidR="009B1358">
      <w:rPr>
        <w:rFonts w:asciiTheme="minorHAnsi" w:hAnsiTheme="minorHAnsi" w:cstheme="minorHAnsi"/>
        <w:sz w:val="16"/>
        <w:szCs w:val="16"/>
      </w:rPr>
      <w:tab/>
    </w:r>
    <w:r w:rsidR="009B1358">
      <w:rPr>
        <w:rFonts w:asciiTheme="minorHAnsi" w:hAnsiTheme="minorHAnsi" w:cstheme="minorHAnsi"/>
        <w:sz w:val="16"/>
        <w:szCs w:val="16"/>
      </w:rPr>
      <w:tab/>
    </w:r>
    <w:r w:rsidR="009B1358">
      <w:rPr>
        <w:rFonts w:asciiTheme="minorHAnsi" w:hAnsiTheme="minorHAnsi" w:cstheme="minorHAnsi"/>
        <w:sz w:val="16"/>
        <w:szCs w:val="16"/>
      </w:rPr>
      <w:tab/>
    </w:r>
    <w:r w:rsidR="009B1358">
      <w:rPr>
        <w:rFonts w:asciiTheme="minorHAnsi" w:hAnsiTheme="minorHAnsi" w:cstheme="minorHAnsi"/>
        <w:sz w:val="16"/>
        <w:szCs w:val="16"/>
      </w:rPr>
      <w:tab/>
    </w:r>
    <w:r w:rsidR="009B1358">
      <w:rPr>
        <w:rFonts w:asciiTheme="minorHAnsi" w:hAnsiTheme="minorHAnsi" w:cstheme="minorHAnsi"/>
        <w:sz w:val="16"/>
        <w:szCs w:val="16"/>
      </w:rPr>
      <w:tab/>
    </w:r>
    <w:r w:rsidR="009B1358" w:rsidRPr="00C250B0">
      <w:rPr>
        <w:rFonts w:asciiTheme="minorHAnsi" w:hAnsiTheme="minorHAnsi" w:cstheme="minorHAnsi"/>
        <w:sz w:val="16"/>
        <w:szCs w:val="16"/>
      </w:rPr>
      <w:t xml:space="preserve">Page </w:t>
    </w:r>
    <w:r w:rsidR="009B1358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9B1358"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="009B1358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9B1358">
      <w:rPr>
        <w:rFonts w:asciiTheme="minorHAnsi" w:hAnsiTheme="minorHAnsi" w:cstheme="minorHAnsi"/>
        <w:b/>
        <w:noProof/>
        <w:sz w:val="16"/>
        <w:szCs w:val="16"/>
      </w:rPr>
      <w:t>2</w:t>
    </w:r>
    <w:r w:rsidR="009B1358"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="009B1358" w:rsidRPr="00C250B0">
      <w:rPr>
        <w:rFonts w:asciiTheme="minorHAnsi" w:hAnsiTheme="minorHAnsi" w:cstheme="minorHAnsi"/>
        <w:sz w:val="16"/>
        <w:szCs w:val="16"/>
      </w:rPr>
      <w:t xml:space="preserve"> of </w:t>
    </w:r>
    <w:r w:rsidR="009B1358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9B1358"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="009B1358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9B1358">
      <w:rPr>
        <w:rFonts w:asciiTheme="minorHAnsi" w:hAnsiTheme="minorHAnsi" w:cstheme="minorHAnsi"/>
        <w:b/>
        <w:noProof/>
        <w:sz w:val="16"/>
        <w:szCs w:val="16"/>
      </w:rPr>
      <w:t>5</w:t>
    </w:r>
    <w:r w:rsidR="009B1358"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45D03" w14:textId="77777777" w:rsidR="00202173" w:rsidRDefault="00202173">
      <w:r>
        <w:separator/>
      </w:r>
    </w:p>
  </w:footnote>
  <w:footnote w:type="continuationSeparator" w:id="0">
    <w:p w14:paraId="737AAD48" w14:textId="77777777" w:rsidR="00202173" w:rsidRDefault="00202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B9E26" w14:textId="7EDCFBFC" w:rsidR="009B1358" w:rsidRPr="00B56678" w:rsidRDefault="009B1358" w:rsidP="006C1BBB">
    <w:pPr>
      <w:pStyle w:val="Header1"/>
      <w:jc w:val="right"/>
    </w:pPr>
    <w:r>
      <w:t xml:space="preserve">     </w:t>
    </w:r>
  </w:p>
  <w:p w14:paraId="280F19CF" w14:textId="77777777" w:rsidR="009B1358" w:rsidRDefault="009B13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-3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" w15:restartNumberingAfterBreak="0">
    <w:nsid w:val="0F736575"/>
    <w:multiLevelType w:val="hybridMultilevel"/>
    <w:tmpl w:val="3AE846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6E7C85"/>
    <w:multiLevelType w:val="hybridMultilevel"/>
    <w:tmpl w:val="C1B25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3F45"/>
    <w:multiLevelType w:val="hybridMultilevel"/>
    <w:tmpl w:val="D1D8CE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554DF9"/>
    <w:multiLevelType w:val="hybridMultilevel"/>
    <w:tmpl w:val="375410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240804"/>
    <w:multiLevelType w:val="hybridMultilevel"/>
    <w:tmpl w:val="490E1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B43D6E"/>
    <w:multiLevelType w:val="hybridMultilevel"/>
    <w:tmpl w:val="E7042C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D0919"/>
    <w:multiLevelType w:val="hybridMultilevel"/>
    <w:tmpl w:val="72EC4C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775288"/>
    <w:multiLevelType w:val="hybridMultilevel"/>
    <w:tmpl w:val="C326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B15642"/>
    <w:multiLevelType w:val="hybridMultilevel"/>
    <w:tmpl w:val="C33A3D6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295E0F"/>
    <w:multiLevelType w:val="hybridMultilevel"/>
    <w:tmpl w:val="BF8299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320C4"/>
    <w:multiLevelType w:val="hybridMultilevel"/>
    <w:tmpl w:val="EC82F2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C1F39"/>
    <w:multiLevelType w:val="hybridMultilevel"/>
    <w:tmpl w:val="F4E241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97587D"/>
    <w:multiLevelType w:val="hybridMultilevel"/>
    <w:tmpl w:val="0114D9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16"/>
  </w:num>
  <w:num w:numId="7">
    <w:abstractNumId w:val="7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4"/>
  </w:num>
  <w:num w:numId="13">
    <w:abstractNumId w:val="2"/>
  </w:num>
  <w:num w:numId="14">
    <w:abstractNumId w:val="1"/>
  </w:num>
  <w:num w:numId="15">
    <w:abstractNumId w:val="13"/>
  </w:num>
  <w:num w:numId="16">
    <w:abstractNumId w:val="14"/>
  </w:num>
  <w:num w:numId="17">
    <w:abstractNumId w:val="15"/>
  </w:num>
  <w:num w:numId="1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070F5"/>
    <w:rsid w:val="000238EA"/>
    <w:rsid w:val="00024E69"/>
    <w:rsid w:val="00034172"/>
    <w:rsid w:val="0004157D"/>
    <w:rsid w:val="0006340B"/>
    <w:rsid w:val="00070BCE"/>
    <w:rsid w:val="00082EB2"/>
    <w:rsid w:val="00087684"/>
    <w:rsid w:val="00096247"/>
    <w:rsid w:val="000B5AAE"/>
    <w:rsid w:val="000C5559"/>
    <w:rsid w:val="000C6B50"/>
    <w:rsid w:val="000D34CA"/>
    <w:rsid w:val="000D7B21"/>
    <w:rsid w:val="000E1D3D"/>
    <w:rsid w:val="000F0CEE"/>
    <w:rsid w:val="000F2A0C"/>
    <w:rsid w:val="00137538"/>
    <w:rsid w:val="00180839"/>
    <w:rsid w:val="0018127C"/>
    <w:rsid w:val="001900B8"/>
    <w:rsid w:val="00193F7D"/>
    <w:rsid w:val="001B39C8"/>
    <w:rsid w:val="001B74F1"/>
    <w:rsid w:val="001C3D81"/>
    <w:rsid w:val="001C4FD2"/>
    <w:rsid w:val="001D1650"/>
    <w:rsid w:val="001D490A"/>
    <w:rsid w:val="001D53AA"/>
    <w:rsid w:val="001E5F5E"/>
    <w:rsid w:val="001F4612"/>
    <w:rsid w:val="00200381"/>
    <w:rsid w:val="00202173"/>
    <w:rsid w:val="00204F57"/>
    <w:rsid w:val="002330F7"/>
    <w:rsid w:val="0024245F"/>
    <w:rsid w:val="002511B0"/>
    <w:rsid w:val="00257CEC"/>
    <w:rsid w:val="002605EC"/>
    <w:rsid w:val="00265818"/>
    <w:rsid w:val="00267A45"/>
    <w:rsid w:val="00277E03"/>
    <w:rsid w:val="00281C91"/>
    <w:rsid w:val="002852E3"/>
    <w:rsid w:val="002919CF"/>
    <w:rsid w:val="002A26F9"/>
    <w:rsid w:val="002B41EE"/>
    <w:rsid w:val="002D228D"/>
    <w:rsid w:val="002D3336"/>
    <w:rsid w:val="002E2609"/>
    <w:rsid w:val="002E4E40"/>
    <w:rsid w:val="003021DE"/>
    <w:rsid w:val="00306137"/>
    <w:rsid w:val="00307A0C"/>
    <w:rsid w:val="003117E4"/>
    <w:rsid w:val="003255AA"/>
    <w:rsid w:val="0034608E"/>
    <w:rsid w:val="00352BB7"/>
    <w:rsid w:val="00356B30"/>
    <w:rsid w:val="00357480"/>
    <w:rsid w:val="00357AD0"/>
    <w:rsid w:val="00365DAA"/>
    <w:rsid w:val="003831EA"/>
    <w:rsid w:val="00390844"/>
    <w:rsid w:val="003A1155"/>
    <w:rsid w:val="003A2003"/>
    <w:rsid w:val="003A6386"/>
    <w:rsid w:val="003C03E8"/>
    <w:rsid w:val="003C5C31"/>
    <w:rsid w:val="003C5D93"/>
    <w:rsid w:val="003D2285"/>
    <w:rsid w:val="003E1E22"/>
    <w:rsid w:val="003F208E"/>
    <w:rsid w:val="0040636F"/>
    <w:rsid w:val="004168A0"/>
    <w:rsid w:val="004227F2"/>
    <w:rsid w:val="00427B92"/>
    <w:rsid w:val="00462C8C"/>
    <w:rsid w:val="0046568D"/>
    <w:rsid w:val="0046596E"/>
    <w:rsid w:val="0046799E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332A7"/>
    <w:rsid w:val="005418CD"/>
    <w:rsid w:val="00552A9D"/>
    <w:rsid w:val="00563F38"/>
    <w:rsid w:val="00576979"/>
    <w:rsid w:val="0059074B"/>
    <w:rsid w:val="00591AB9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39C6"/>
    <w:rsid w:val="005F72C8"/>
    <w:rsid w:val="00611D13"/>
    <w:rsid w:val="00625D8E"/>
    <w:rsid w:val="00632DD1"/>
    <w:rsid w:val="0063574E"/>
    <w:rsid w:val="00636B05"/>
    <w:rsid w:val="00642896"/>
    <w:rsid w:val="00645F92"/>
    <w:rsid w:val="0068483A"/>
    <w:rsid w:val="00697BE0"/>
    <w:rsid w:val="006A1EFB"/>
    <w:rsid w:val="006B3367"/>
    <w:rsid w:val="006C1BBB"/>
    <w:rsid w:val="006D1EA0"/>
    <w:rsid w:val="00703F67"/>
    <w:rsid w:val="00722C45"/>
    <w:rsid w:val="00736668"/>
    <w:rsid w:val="00745448"/>
    <w:rsid w:val="00745488"/>
    <w:rsid w:val="0075578E"/>
    <w:rsid w:val="00761A8A"/>
    <w:rsid w:val="00763CE1"/>
    <w:rsid w:val="00774127"/>
    <w:rsid w:val="007770CC"/>
    <w:rsid w:val="00790933"/>
    <w:rsid w:val="007938C2"/>
    <w:rsid w:val="0079775D"/>
    <w:rsid w:val="007A262F"/>
    <w:rsid w:val="007A47CC"/>
    <w:rsid w:val="007B32A3"/>
    <w:rsid w:val="007C7E67"/>
    <w:rsid w:val="007E1D98"/>
    <w:rsid w:val="007E5422"/>
    <w:rsid w:val="007E5C4E"/>
    <w:rsid w:val="007F3D03"/>
    <w:rsid w:val="007F77F6"/>
    <w:rsid w:val="00813101"/>
    <w:rsid w:val="0081408D"/>
    <w:rsid w:val="008215B7"/>
    <w:rsid w:val="00822620"/>
    <w:rsid w:val="008277A6"/>
    <w:rsid w:val="0083568E"/>
    <w:rsid w:val="00840734"/>
    <w:rsid w:val="00864989"/>
    <w:rsid w:val="00871778"/>
    <w:rsid w:val="008721C9"/>
    <w:rsid w:val="0088689F"/>
    <w:rsid w:val="008A4ACE"/>
    <w:rsid w:val="008B0388"/>
    <w:rsid w:val="008D27F5"/>
    <w:rsid w:val="008D50B6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653F4"/>
    <w:rsid w:val="00980D07"/>
    <w:rsid w:val="00990723"/>
    <w:rsid w:val="009957A5"/>
    <w:rsid w:val="009A14C4"/>
    <w:rsid w:val="009A1CD4"/>
    <w:rsid w:val="009A4000"/>
    <w:rsid w:val="009B1358"/>
    <w:rsid w:val="009B64D1"/>
    <w:rsid w:val="009D0832"/>
    <w:rsid w:val="00A02DA2"/>
    <w:rsid w:val="00A05AFB"/>
    <w:rsid w:val="00A10B6D"/>
    <w:rsid w:val="00A21318"/>
    <w:rsid w:val="00A21C7A"/>
    <w:rsid w:val="00A238F7"/>
    <w:rsid w:val="00A24C13"/>
    <w:rsid w:val="00A4130F"/>
    <w:rsid w:val="00A44C9A"/>
    <w:rsid w:val="00A5515F"/>
    <w:rsid w:val="00A60492"/>
    <w:rsid w:val="00A60BBD"/>
    <w:rsid w:val="00AA33B6"/>
    <w:rsid w:val="00AB19EA"/>
    <w:rsid w:val="00AC76CD"/>
    <w:rsid w:val="00AE16EE"/>
    <w:rsid w:val="00AE4C92"/>
    <w:rsid w:val="00AF6D06"/>
    <w:rsid w:val="00B070AE"/>
    <w:rsid w:val="00B07DD7"/>
    <w:rsid w:val="00B247AE"/>
    <w:rsid w:val="00B33001"/>
    <w:rsid w:val="00B33395"/>
    <w:rsid w:val="00B41EC3"/>
    <w:rsid w:val="00B4302B"/>
    <w:rsid w:val="00B469EB"/>
    <w:rsid w:val="00B526FC"/>
    <w:rsid w:val="00B52814"/>
    <w:rsid w:val="00B65A20"/>
    <w:rsid w:val="00B87DEF"/>
    <w:rsid w:val="00BA16EE"/>
    <w:rsid w:val="00BA2FF7"/>
    <w:rsid w:val="00BB59B5"/>
    <w:rsid w:val="00BC08C0"/>
    <w:rsid w:val="00BC28C5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456A"/>
    <w:rsid w:val="00C37D5A"/>
    <w:rsid w:val="00C423BE"/>
    <w:rsid w:val="00C458C3"/>
    <w:rsid w:val="00C60044"/>
    <w:rsid w:val="00C605CB"/>
    <w:rsid w:val="00C7200D"/>
    <w:rsid w:val="00C72D24"/>
    <w:rsid w:val="00C80702"/>
    <w:rsid w:val="00C83E97"/>
    <w:rsid w:val="00C9498E"/>
    <w:rsid w:val="00CA0BD2"/>
    <w:rsid w:val="00CB6AFF"/>
    <w:rsid w:val="00CB7DAB"/>
    <w:rsid w:val="00CB7EF2"/>
    <w:rsid w:val="00CC7459"/>
    <w:rsid w:val="00CE6882"/>
    <w:rsid w:val="00D01F6C"/>
    <w:rsid w:val="00D03CAA"/>
    <w:rsid w:val="00D10C06"/>
    <w:rsid w:val="00D200D4"/>
    <w:rsid w:val="00D23A0E"/>
    <w:rsid w:val="00D52A73"/>
    <w:rsid w:val="00D654E5"/>
    <w:rsid w:val="00D7021E"/>
    <w:rsid w:val="00D75FB2"/>
    <w:rsid w:val="00D8314C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083F"/>
    <w:rsid w:val="00E04241"/>
    <w:rsid w:val="00E04850"/>
    <w:rsid w:val="00E12720"/>
    <w:rsid w:val="00E14BEC"/>
    <w:rsid w:val="00E327E7"/>
    <w:rsid w:val="00E4024E"/>
    <w:rsid w:val="00E40FAA"/>
    <w:rsid w:val="00E51268"/>
    <w:rsid w:val="00E55F3C"/>
    <w:rsid w:val="00E66958"/>
    <w:rsid w:val="00E71448"/>
    <w:rsid w:val="00E736CC"/>
    <w:rsid w:val="00E768FB"/>
    <w:rsid w:val="00E80B98"/>
    <w:rsid w:val="00E8269C"/>
    <w:rsid w:val="00E872E1"/>
    <w:rsid w:val="00E87E58"/>
    <w:rsid w:val="00E902DF"/>
    <w:rsid w:val="00E94142"/>
    <w:rsid w:val="00E9528A"/>
    <w:rsid w:val="00E97C9B"/>
    <w:rsid w:val="00EA0B57"/>
    <w:rsid w:val="00EA31C0"/>
    <w:rsid w:val="00EA711E"/>
    <w:rsid w:val="00EC3B3D"/>
    <w:rsid w:val="00EC7065"/>
    <w:rsid w:val="00ED01BF"/>
    <w:rsid w:val="00ED61CF"/>
    <w:rsid w:val="00EE039D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3A03"/>
    <w:rsid w:val="00F51D95"/>
    <w:rsid w:val="00F619C9"/>
    <w:rsid w:val="00F6669C"/>
    <w:rsid w:val="00F70A9E"/>
    <w:rsid w:val="00F7224F"/>
    <w:rsid w:val="00F82DC1"/>
    <w:rsid w:val="00F878E6"/>
    <w:rsid w:val="00F96A7B"/>
    <w:rsid w:val="00FA2C1D"/>
    <w:rsid w:val="00FB0B20"/>
    <w:rsid w:val="00FB19A6"/>
    <w:rsid w:val="00FB3F44"/>
    <w:rsid w:val="00FC1F50"/>
    <w:rsid w:val="00FC3D9A"/>
    <w:rsid w:val="00FC4FC4"/>
    <w:rsid w:val="00FC55E5"/>
    <w:rsid w:val="00FD54AE"/>
    <w:rsid w:val="00FE0E90"/>
    <w:rsid w:val="00FF302D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2B9E2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0BBD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2D75A-A7B3-4D7F-857E-FE050441F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CCA74-AE67-4656-9E81-285A7DF20909}"/>
</file>

<file path=customXml/itemProps3.xml><?xml version="1.0" encoding="utf-8"?>
<ds:datastoreItem xmlns:ds="http://schemas.openxmlformats.org/officeDocument/2006/customXml" ds:itemID="{74CA4C47-3B58-42F7-BEB3-910F5A7B0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E14100-F761-4F1F-89ED-BC2297F5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2</TotalTime>
  <Pages>12</Pages>
  <Words>2614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17483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6</cp:revision>
  <cp:lastPrinted>2019-10-08T15:07:00Z</cp:lastPrinted>
  <dcterms:created xsi:type="dcterms:W3CDTF">2020-09-07T11:32:00Z</dcterms:created>
  <dcterms:modified xsi:type="dcterms:W3CDTF">2020-09-07T14:47:00Z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